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4B88F" w14:textId="5CD7940A" w:rsidR="00C9611E" w:rsidRPr="00673EBB" w:rsidRDefault="00673EBB">
      <w:pPr>
        <w:rPr>
          <w:rFonts w:ascii="Arial" w:hAnsi="Arial"/>
          <w:b/>
          <w:color w:val="BF8F00" w:themeColor="accent4" w:themeShade="BF"/>
          <w:szCs w:val="44"/>
        </w:rPr>
      </w:pPr>
      <w:r w:rsidRPr="00E66D95">
        <w:rPr>
          <w:rFonts w:ascii="Arial" w:eastAsia="Times New Roman" w:hAnsi="Arial" w:cs="Times New Roman"/>
          <w:b/>
          <w:bCs/>
          <w:noProof/>
          <w:color w:val="316886"/>
          <w:sz w:val="44"/>
          <w:szCs w:val="48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945943A" wp14:editId="2D546C6F">
                <wp:simplePos x="0" y="0"/>
                <wp:positionH relativeFrom="margin">
                  <wp:posOffset>4953000</wp:posOffset>
                </wp:positionH>
                <wp:positionV relativeFrom="paragraph">
                  <wp:posOffset>0</wp:posOffset>
                </wp:positionV>
                <wp:extent cx="1809115" cy="433705"/>
                <wp:effectExtent l="0" t="0" r="635" b="4445"/>
                <wp:wrapTight wrapText="bothSides">
                  <wp:wrapPolygon edited="0">
                    <wp:start x="0" y="0"/>
                    <wp:lineTo x="0" y="20873"/>
                    <wp:lineTo x="21380" y="20873"/>
                    <wp:lineTo x="21380" y="0"/>
                    <wp:lineTo x="0" y="0"/>
                  </wp:wrapPolygon>
                </wp:wrapTight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115" cy="43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F73E0B" w14:textId="5D48A2BF" w:rsidR="00673EBB" w:rsidRDefault="00673EBB" w:rsidP="00673EB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945943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90pt;margin-top:0;width:142.45pt;height:34.1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" stroked="f">
                <v:textbox>
                  <w:txbxContent>
                    <w:p w14:paraId="1FF73E0B" w14:textId="5D48A2BF" w:rsidR="00673EBB" w:rsidRDefault="00673EBB" w:rsidP="00673EBB">
                      <w:pPr>
                        <w:jc w:val="center"/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1858FC80" w14:textId="09A2B45D" w:rsidR="00E575C2" w:rsidRDefault="00B90677">
      <w:pPr>
        <w:rPr>
          <w:rFonts w:ascii="Arial" w:hAnsi="Arial"/>
          <w:b/>
          <w:color w:val="BF8F00" w:themeColor="accent4" w:themeShade="BF"/>
          <w:sz w:val="44"/>
          <w:szCs w:val="44"/>
        </w:rPr>
      </w:pPr>
      <w:r>
        <w:rPr>
          <w:rFonts w:ascii="Arial" w:hAnsi="Arial"/>
          <w:b/>
          <w:color w:val="BF8F00" w:themeColor="accent4" w:themeShade="BF"/>
          <w:sz w:val="44"/>
          <w:szCs w:val="44"/>
        </w:rPr>
        <w:t xml:space="preserve">SPECIAL </w:t>
      </w:r>
      <w:bookmarkStart w:id="0" w:name="_GoBack"/>
      <w:bookmarkEnd w:id="0"/>
      <w:r w:rsidR="00D0440A" w:rsidRPr="00D0440A">
        <w:rPr>
          <w:rFonts w:ascii="Arial" w:hAnsi="Arial"/>
          <w:b/>
          <w:color w:val="BF8F00" w:themeColor="accent4" w:themeShade="BF"/>
          <w:sz w:val="44"/>
          <w:szCs w:val="44"/>
        </w:rPr>
        <w:t>STUDENT</w:t>
      </w:r>
      <w:r w:rsidR="00E575C2" w:rsidRPr="00D0440A">
        <w:rPr>
          <w:rFonts w:ascii="Arial" w:hAnsi="Arial"/>
          <w:b/>
          <w:color w:val="BF8F00" w:themeColor="accent4" w:themeShade="BF"/>
          <w:sz w:val="44"/>
          <w:szCs w:val="44"/>
        </w:rPr>
        <w:t xml:space="preserve"> </w:t>
      </w:r>
      <w:r>
        <w:rPr>
          <w:rFonts w:ascii="Arial" w:hAnsi="Arial"/>
          <w:b/>
          <w:color w:val="BF8F00" w:themeColor="accent4" w:themeShade="BF"/>
          <w:sz w:val="44"/>
          <w:szCs w:val="44"/>
        </w:rPr>
        <w:t>TASK LIST</w:t>
      </w:r>
    </w:p>
    <w:p w14:paraId="28DB76F8" w14:textId="77777777" w:rsidR="00D0440A" w:rsidRPr="00D0440A" w:rsidRDefault="00D0440A">
      <w:pPr>
        <w:rPr>
          <w:rFonts w:ascii="Arial" w:hAnsi="Arial"/>
          <w:b/>
          <w:color w:val="BF8F00" w:themeColor="accent4" w:themeShade="BF"/>
        </w:rPr>
      </w:pPr>
    </w:p>
    <w:tbl>
      <w:tblPr>
        <w:tblW w:w="10580" w:type="dxa"/>
        <w:tblLook w:val="04A0" w:firstRow="1" w:lastRow="0" w:firstColumn="1" w:lastColumn="0" w:noHBand="0" w:noVBand="1"/>
      </w:tblPr>
      <w:tblGrid>
        <w:gridCol w:w="860"/>
        <w:gridCol w:w="2520"/>
        <w:gridCol w:w="5400"/>
        <w:gridCol w:w="1440"/>
        <w:gridCol w:w="416"/>
      </w:tblGrid>
      <w:tr w:rsidR="00D0440A" w:rsidRPr="00D0440A" w14:paraId="7F1FBA4B" w14:textId="77777777" w:rsidTr="00D0440A">
        <w:trPr>
          <w:trHeight w:val="280"/>
        </w:trPr>
        <w:tc>
          <w:tcPr>
            <w:tcW w:w="3380" w:type="dxa"/>
            <w:gridSpan w:val="2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000000" w:fill="F9DAAC"/>
            <w:noWrap/>
            <w:vAlign w:val="center"/>
            <w:hideMark/>
          </w:tcPr>
          <w:p w14:paraId="066FD1FA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MONDAY</w:t>
            </w:r>
          </w:p>
        </w:tc>
        <w:tc>
          <w:tcPr>
            <w:tcW w:w="54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9DAAC"/>
            <w:noWrap/>
            <w:vAlign w:val="center"/>
            <w:hideMark/>
          </w:tcPr>
          <w:p w14:paraId="0AD71B0C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ASSIGNMENT</w:t>
            </w:r>
          </w:p>
        </w:tc>
        <w:tc>
          <w:tcPr>
            <w:tcW w:w="14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9DAAC"/>
            <w:noWrap/>
            <w:vAlign w:val="center"/>
            <w:hideMark/>
          </w:tcPr>
          <w:p w14:paraId="793549D0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DATE DUE</w:t>
            </w:r>
          </w:p>
        </w:tc>
        <w:tc>
          <w:tcPr>
            <w:tcW w:w="3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9DAAC"/>
            <w:noWrap/>
            <w:vAlign w:val="center"/>
            <w:hideMark/>
          </w:tcPr>
          <w:p w14:paraId="0C5DA215" w14:textId="77777777" w:rsidR="00D0440A" w:rsidRPr="00D0440A" w:rsidRDefault="00D0440A" w:rsidP="00D0440A">
            <w:pPr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0440A" w:rsidRPr="00D0440A" w14:paraId="20CE83BA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AD810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F7FD1BB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59DA669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C05DBD0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7CEBA52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24CB8208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14:paraId="2DA0494B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9288A19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346E8B4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25A1289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486071C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68440C70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000000" w:fill="FCEDD6"/>
            <w:vAlign w:val="center"/>
            <w:hideMark/>
          </w:tcPr>
          <w:p w14:paraId="2E4843F9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256483D8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1C22CDE3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7E413DD3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27EDC8FB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5DB2C986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FCEDD6"/>
            <w:vAlign w:val="center"/>
            <w:hideMark/>
          </w:tcPr>
          <w:p w14:paraId="159E1AED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6D7BC1B3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3FC2D46E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305C6916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643844C3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3930551C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A0DF8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426B956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CA0F4B4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5D87CC7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D379A89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6324F591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14:paraId="0E3DD6C3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564A42B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0FB01B4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87D2870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485268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093D868F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000000" w:fill="FCEDD6"/>
            <w:vAlign w:val="center"/>
            <w:hideMark/>
          </w:tcPr>
          <w:p w14:paraId="1BEDAFAB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0878ED7E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223BC15C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69759DF1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6039173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79691727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FCEDD6"/>
            <w:vAlign w:val="center"/>
            <w:hideMark/>
          </w:tcPr>
          <w:p w14:paraId="185FD80B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2FEFEB66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222673E2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3838780C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6962411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04145C98" w14:textId="77777777" w:rsidTr="00D0440A">
        <w:trPr>
          <w:trHeight w:val="1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A2BA7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98281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06AB9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B2F92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CD13F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0440A" w:rsidRPr="00D0440A" w14:paraId="4295918A" w14:textId="77777777" w:rsidTr="00D0440A">
        <w:trPr>
          <w:trHeight w:val="280"/>
        </w:trPr>
        <w:tc>
          <w:tcPr>
            <w:tcW w:w="3380" w:type="dxa"/>
            <w:gridSpan w:val="2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000000" w:fill="E7D6C5"/>
            <w:noWrap/>
            <w:vAlign w:val="center"/>
            <w:hideMark/>
          </w:tcPr>
          <w:p w14:paraId="1C30ECB1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TUESDAY</w:t>
            </w:r>
          </w:p>
        </w:tc>
        <w:tc>
          <w:tcPr>
            <w:tcW w:w="54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7D6C5"/>
            <w:noWrap/>
            <w:vAlign w:val="center"/>
            <w:hideMark/>
          </w:tcPr>
          <w:p w14:paraId="1BF501F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ASSIGNMENT</w:t>
            </w:r>
          </w:p>
        </w:tc>
        <w:tc>
          <w:tcPr>
            <w:tcW w:w="14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7D6C5"/>
            <w:noWrap/>
            <w:vAlign w:val="center"/>
            <w:hideMark/>
          </w:tcPr>
          <w:p w14:paraId="215A2FE3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DATE DUE</w:t>
            </w:r>
          </w:p>
        </w:tc>
        <w:tc>
          <w:tcPr>
            <w:tcW w:w="3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7D6C5"/>
            <w:noWrap/>
            <w:vAlign w:val="center"/>
            <w:hideMark/>
          </w:tcPr>
          <w:p w14:paraId="1BEBDD4D" w14:textId="77777777" w:rsidR="00D0440A" w:rsidRPr="00D0440A" w:rsidRDefault="00D0440A" w:rsidP="00D0440A">
            <w:pPr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0440A" w:rsidRPr="00D0440A" w14:paraId="52B5008A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FD284E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1003BFC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10A11EF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A5EBA11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F14F984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34231069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14:paraId="04E281D5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09B77BD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4D3957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89DBAD7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6158F30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7104DF5A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000000" w:fill="F2EAE1"/>
            <w:vAlign w:val="center"/>
            <w:hideMark/>
          </w:tcPr>
          <w:p w14:paraId="40395C3E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73949707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2672E5F3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20EC5F3D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270E7756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35099F54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F2EAE1"/>
            <w:vAlign w:val="center"/>
            <w:hideMark/>
          </w:tcPr>
          <w:p w14:paraId="62F979FA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17C95672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22061919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5EFDAB12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4498CD52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23990967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321981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609485A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D295A0A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6703E6D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B179AC4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5A1326F8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14:paraId="410A70BC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893BE9A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03FFC5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F782300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EE38932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4E8E81E3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000000" w:fill="F2EAE1"/>
            <w:vAlign w:val="center"/>
            <w:hideMark/>
          </w:tcPr>
          <w:p w14:paraId="2BCACFD6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1E94131F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31AE3F97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04CA4798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5F294D7C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3E331303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F2EAE1"/>
            <w:vAlign w:val="center"/>
            <w:hideMark/>
          </w:tcPr>
          <w:p w14:paraId="4C19B443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11253D2B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5CA85164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40476110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0D6386B2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034573CE" w14:textId="77777777" w:rsidTr="00D0440A">
        <w:trPr>
          <w:trHeight w:val="1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D2458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81E09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4FF7C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A0512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17941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0440A" w:rsidRPr="00D0440A" w14:paraId="15C12C9D" w14:textId="77777777" w:rsidTr="00D0440A">
        <w:trPr>
          <w:trHeight w:val="280"/>
        </w:trPr>
        <w:tc>
          <w:tcPr>
            <w:tcW w:w="3380" w:type="dxa"/>
            <w:gridSpan w:val="2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000000" w:fill="F9DAAC"/>
            <w:noWrap/>
            <w:vAlign w:val="center"/>
            <w:hideMark/>
          </w:tcPr>
          <w:p w14:paraId="1A785A5D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WEDNESDAY</w:t>
            </w:r>
          </w:p>
        </w:tc>
        <w:tc>
          <w:tcPr>
            <w:tcW w:w="54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9DAAC"/>
            <w:noWrap/>
            <w:vAlign w:val="center"/>
            <w:hideMark/>
          </w:tcPr>
          <w:p w14:paraId="162F61E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ASSIGNMENT</w:t>
            </w:r>
          </w:p>
        </w:tc>
        <w:tc>
          <w:tcPr>
            <w:tcW w:w="14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9DAAC"/>
            <w:noWrap/>
            <w:vAlign w:val="center"/>
            <w:hideMark/>
          </w:tcPr>
          <w:p w14:paraId="32CC9E29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DATE DUE</w:t>
            </w:r>
          </w:p>
        </w:tc>
        <w:tc>
          <w:tcPr>
            <w:tcW w:w="3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9DAAC"/>
            <w:noWrap/>
            <w:vAlign w:val="center"/>
            <w:hideMark/>
          </w:tcPr>
          <w:p w14:paraId="6EDC554C" w14:textId="77777777" w:rsidR="00D0440A" w:rsidRPr="00D0440A" w:rsidRDefault="00D0440A" w:rsidP="00D0440A">
            <w:pPr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0440A" w:rsidRPr="00D0440A" w14:paraId="087D4EAC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93B02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EB98980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EDCE22C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ADD7053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2AFECA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2D874C52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14:paraId="4A3FD44E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DC09A8B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0F570AF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2F0A72A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549DBEF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2162B04F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000000" w:fill="FCEDD6"/>
            <w:vAlign w:val="center"/>
            <w:hideMark/>
          </w:tcPr>
          <w:p w14:paraId="3A87C03A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04E65421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13362E6A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209F435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18E84318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457D5D0D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FCEDD6"/>
            <w:vAlign w:val="center"/>
            <w:hideMark/>
          </w:tcPr>
          <w:p w14:paraId="62129034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7D32FBFF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27FA4F10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48B7E22B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516C5ECA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06FD1C23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678440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F4984DC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27ABE44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9E22872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4366CEA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6441CD59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14:paraId="372D1700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7D81BE3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8B2B8D8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B6A0718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D9EE847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315C04B8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000000" w:fill="FCEDD6"/>
            <w:vAlign w:val="center"/>
            <w:hideMark/>
          </w:tcPr>
          <w:p w14:paraId="4B6FBC34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1893EDCF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7E16ECA5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50817CF6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12A3CF7F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182D12E3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FCEDD6"/>
            <w:vAlign w:val="center"/>
            <w:hideMark/>
          </w:tcPr>
          <w:p w14:paraId="322DC88F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2173D4E4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73BAF87B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66DB75BA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0C4041E8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04DAEB55" w14:textId="77777777" w:rsidTr="00D0440A">
        <w:trPr>
          <w:trHeight w:val="1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A4B62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ABBEE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85E51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46DC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61BF2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0440A" w:rsidRPr="00D0440A" w14:paraId="2E7DF6D8" w14:textId="77777777" w:rsidTr="00D0440A">
        <w:trPr>
          <w:trHeight w:val="280"/>
        </w:trPr>
        <w:tc>
          <w:tcPr>
            <w:tcW w:w="3380" w:type="dxa"/>
            <w:gridSpan w:val="2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000000" w:fill="E7D6C5"/>
            <w:noWrap/>
            <w:vAlign w:val="center"/>
            <w:hideMark/>
          </w:tcPr>
          <w:p w14:paraId="5D82DC3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THURSDAY</w:t>
            </w:r>
          </w:p>
        </w:tc>
        <w:tc>
          <w:tcPr>
            <w:tcW w:w="54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7D6C5"/>
            <w:noWrap/>
            <w:vAlign w:val="center"/>
            <w:hideMark/>
          </w:tcPr>
          <w:p w14:paraId="0048117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ASSIGNMENT</w:t>
            </w:r>
          </w:p>
        </w:tc>
        <w:tc>
          <w:tcPr>
            <w:tcW w:w="14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7D6C5"/>
            <w:noWrap/>
            <w:vAlign w:val="center"/>
            <w:hideMark/>
          </w:tcPr>
          <w:p w14:paraId="67D3AF84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DATE DUE</w:t>
            </w:r>
          </w:p>
        </w:tc>
        <w:tc>
          <w:tcPr>
            <w:tcW w:w="3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7D6C5"/>
            <w:noWrap/>
            <w:vAlign w:val="center"/>
            <w:hideMark/>
          </w:tcPr>
          <w:p w14:paraId="3F014341" w14:textId="77777777" w:rsidR="00D0440A" w:rsidRPr="00D0440A" w:rsidRDefault="00D0440A" w:rsidP="00D0440A">
            <w:pPr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0440A" w:rsidRPr="00D0440A" w14:paraId="3335A2E0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739B54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B1ABDB5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BEC9A94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EF2E0BB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6A42BEB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4ADD8206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14:paraId="2BB63050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76824BD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1561890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EF9251B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71139A6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486719C8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000000" w:fill="F2EAE1"/>
            <w:vAlign w:val="center"/>
            <w:hideMark/>
          </w:tcPr>
          <w:p w14:paraId="2ED20F86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4BAA5E5F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61F3426B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4C47EFE4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7ECAE2A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624E9BED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F2EAE1"/>
            <w:vAlign w:val="center"/>
            <w:hideMark/>
          </w:tcPr>
          <w:p w14:paraId="3654EF24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7366F79D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50364370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4CC5EDD6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604215E3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04B5E212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C0B39A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7B7195A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65455A8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C66DE34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167585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151DF3C1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14:paraId="50AE90CC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3F5CE28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7F2AB87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3AB0919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388E09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10DA8713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000000" w:fill="F2EAE1"/>
            <w:vAlign w:val="center"/>
            <w:hideMark/>
          </w:tcPr>
          <w:p w14:paraId="391CEB3C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25793883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3679B9A8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76D4211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430779DA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0F17DE01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F2EAE1"/>
            <w:vAlign w:val="center"/>
            <w:hideMark/>
          </w:tcPr>
          <w:p w14:paraId="2A7CA671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A27242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0B09FBEB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vAlign w:val="center"/>
            <w:hideMark/>
          </w:tcPr>
          <w:p w14:paraId="1912290F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68BDF140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EAE1"/>
            <w:noWrap/>
            <w:vAlign w:val="center"/>
            <w:hideMark/>
          </w:tcPr>
          <w:p w14:paraId="59DD050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6AABF024" w14:textId="77777777" w:rsidTr="00D0440A">
        <w:trPr>
          <w:trHeight w:val="1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C7FC4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E4CE7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93DCB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46299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756DC" w14:textId="77777777" w:rsidR="00D0440A" w:rsidRPr="00D0440A" w:rsidRDefault="00D0440A" w:rsidP="00D0440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0440A" w:rsidRPr="00D0440A" w14:paraId="5B317603" w14:textId="77777777" w:rsidTr="00D0440A">
        <w:trPr>
          <w:trHeight w:val="280"/>
        </w:trPr>
        <w:tc>
          <w:tcPr>
            <w:tcW w:w="3380" w:type="dxa"/>
            <w:gridSpan w:val="2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000000" w:fill="F9DAAC"/>
            <w:noWrap/>
            <w:vAlign w:val="center"/>
            <w:hideMark/>
          </w:tcPr>
          <w:p w14:paraId="61287416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FRIDAY</w:t>
            </w:r>
          </w:p>
        </w:tc>
        <w:tc>
          <w:tcPr>
            <w:tcW w:w="54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9DAAC"/>
            <w:noWrap/>
            <w:vAlign w:val="center"/>
            <w:hideMark/>
          </w:tcPr>
          <w:p w14:paraId="67FA561E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ASSIGNMENT</w:t>
            </w:r>
          </w:p>
        </w:tc>
        <w:tc>
          <w:tcPr>
            <w:tcW w:w="14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9DAAC"/>
            <w:noWrap/>
            <w:vAlign w:val="center"/>
            <w:hideMark/>
          </w:tcPr>
          <w:p w14:paraId="09C6ACD8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DATE DUE</w:t>
            </w:r>
          </w:p>
        </w:tc>
        <w:tc>
          <w:tcPr>
            <w:tcW w:w="3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9DAAC"/>
            <w:noWrap/>
            <w:vAlign w:val="center"/>
            <w:hideMark/>
          </w:tcPr>
          <w:p w14:paraId="25E19C2F" w14:textId="77777777" w:rsidR="00D0440A" w:rsidRPr="00D0440A" w:rsidRDefault="00D0440A" w:rsidP="00D0440A">
            <w:pPr>
              <w:jc w:val="center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0440A" w:rsidRPr="00D0440A" w14:paraId="00E0D7A7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89411C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39397DB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0356761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BCBBE45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24F223A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7416C6AE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14:paraId="4CBDC735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790162C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DAF53B9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A2BD3D3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E6A038A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068CCAB4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000000" w:fill="FCEDD6"/>
            <w:vAlign w:val="center"/>
            <w:hideMark/>
          </w:tcPr>
          <w:p w14:paraId="28D103AA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75864D5F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3C5333B1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5EF2E2A4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26EDA983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19958612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FCEDD6"/>
            <w:vAlign w:val="center"/>
            <w:hideMark/>
          </w:tcPr>
          <w:p w14:paraId="62491323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287004F3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6C7AB2F2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3A2FD17F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5784B80C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51F79B71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450E9F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C4EB870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3066FE3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8FF3115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10AAF65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3529E516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vAlign w:val="center"/>
            <w:hideMark/>
          </w:tcPr>
          <w:p w14:paraId="23133184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25F6B46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1A31980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915F866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AE7440A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4F0D15CF" w14:textId="77777777" w:rsidTr="00D0440A">
        <w:trPr>
          <w:trHeight w:val="280"/>
        </w:trPr>
        <w:tc>
          <w:tcPr>
            <w:tcW w:w="86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000000" w:fill="FCEDD6"/>
            <w:vAlign w:val="center"/>
            <w:hideMark/>
          </w:tcPr>
          <w:p w14:paraId="23465256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lastRenderedPageBreak/>
              <w:t>CLASS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5BD182CF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0F9429AD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420F8998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691E6B73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  <w:tr w:rsidR="00D0440A" w:rsidRPr="00D0440A" w14:paraId="65D5D019" w14:textId="77777777" w:rsidTr="00D0440A">
        <w:trPr>
          <w:trHeight w:val="280"/>
        </w:trPr>
        <w:tc>
          <w:tcPr>
            <w:tcW w:w="8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FCEDD6"/>
            <w:vAlign w:val="center"/>
            <w:hideMark/>
          </w:tcPr>
          <w:p w14:paraId="440A89C7" w14:textId="77777777" w:rsidR="00D0440A" w:rsidRPr="00D0440A" w:rsidRDefault="00D0440A" w:rsidP="00D0440A">
            <w:pPr>
              <w:jc w:val="right"/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C97E0E"/>
                <w:sz w:val="16"/>
                <w:szCs w:val="16"/>
              </w:rPr>
              <w:t>TIME</w:t>
            </w:r>
          </w:p>
        </w:tc>
        <w:tc>
          <w:tcPr>
            <w:tcW w:w="25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6354807E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vAlign w:val="center"/>
            <w:hideMark/>
          </w:tcPr>
          <w:p w14:paraId="3BD23C83" w14:textId="77777777" w:rsidR="00D0440A" w:rsidRPr="00D0440A" w:rsidRDefault="00D0440A" w:rsidP="00D0440A">
            <w:pPr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0B684629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</w:pPr>
            <w:r w:rsidRPr="00D0440A">
              <w:rPr>
                <w:rFonts w:ascii="Arial" w:eastAsia="Times New Roman" w:hAnsi="Arial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CEDD6"/>
            <w:noWrap/>
            <w:vAlign w:val="center"/>
            <w:hideMark/>
          </w:tcPr>
          <w:p w14:paraId="3A583AD5" w14:textId="77777777" w:rsidR="00D0440A" w:rsidRPr="00D0440A" w:rsidRDefault="00D0440A" w:rsidP="00D0440A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D0440A"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☐</w:t>
            </w:r>
          </w:p>
        </w:tc>
      </w:tr>
    </w:tbl>
    <w:p w14:paraId="569D3D4D" w14:textId="77777777" w:rsidR="00EC7D2C" w:rsidRPr="00E575C2" w:rsidRDefault="00B90677" w:rsidP="00E575C2"/>
    <w:sectPr w:rsidR="00EC7D2C" w:rsidRPr="00E575C2" w:rsidSect="00E575C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7A5"/>
    <w:rsid w:val="00471C74"/>
    <w:rsid w:val="004937B7"/>
    <w:rsid w:val="005C2995"/>
    <w:rsid w:val="00673EBB"/>
    <w:rsid w:val="007557A5"/>
    <w:rsid w:val="00822113"/>
    <w:rsid w:val="00A06E76"/>
    <w:rsid w:val="00B90677"/>
    <w:rsid w:val="00C9611E"/>
    <w:rsid w:val="00D0440A"/>
    <w:rsid w:val="00E5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B74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2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ARKETING\Demand%20Gen\Free%20Task%20List%20Templates\Word%20&amp;%20Excel%20templates\Temp_StudentPlanner_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Temp_StudentPlanner_Word</Template>
  <TotalTime>2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Smartsheet.com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Ploue-Smith</dc:creator>
  <cp:keywords/>
  <dc:description/>
  <cp:lastModifiedBy>Adeel Akhter</cp:lastModifiedBy>
  <cp:revision>10</cp:revision>
  <dcterms:created xsi:type="dcterms:W3CDTF">2016-07-20T20:37:00Z</dcterms:created>
  <dcterms:modified xsi:type="dcterms:W3CDTF">2022-03-23T21:04:00Z</dcterms:modified>
</cp:coreProperties>
</file>