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82074" w:rsidRPr="00151C0A">
        <w:trPr>
          <w:cantSplit/>
          <w:trHeight w:hRule="exact" w:val="2880"/>
        </w:trPr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30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04"/>
                                    <w:placeholder>
                                      <w:docPart w:val="E03C46B48B6C46B4B31B62B1716E97C3"/>
                                    </w:placeholder>
                                  </w:sdtPr>
                                  <w:sdtEndPr/>
                                  <w:sdtContent>
                                    <w:p w:rsidR="00F17E04" w:rsidRDefault="00C93F5C" w:rsidP="00F17E04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06"/>
                                    <w:placeholder>
                                      <w:docPart w:val="E03C46B48B6C46B4B31B62B1716E97C3"/>
                                    </w:placeholder>
                                  </w:sdtPr>
                                  <w:sdtEndPr/>
                                  <w:sdtContent>
                                    <w:p w:rsidR="00F17E04" w:rsidRDefault="00C93F5C" w:rsidP="00F17E04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08"/>
                                    <w:placeholder>
                                      <w:docPart w:val="E03C46B48B6C46B4B31B62B1716E97C3"/>
                                    </w:placeholder>
                                  </w:sdtPr>
                                  <w:sdtEndPr/>
                                  <w:sdtContent>
                                    <w:p w:rsidR="00F17E04" w:rsidRDefault="00C93F5C" w:rsidP="00F17E04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8" o:spid="_x0000_s1026" type="#_x0000_t202" style="position:absolute;margin-left:94.3pt;margin-top:66.95pt;width:156.7pt;height:42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y/sw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" filled="f" stroked="f">
                      <v:textbox style="mso-fit-shape-to-text:t">
                        <w:txbxContent>
                          <w:sdt>
                            <w:sdtPr>
                              <w:id w:val="328326104"/>
                              <w:placeholder>
                                <w:docPart w:val="E03C46B48B6C46B4B31B62B1716E97C3"/>
                              </w:placeholder>
                            </w:sdtPr>
                            <w:sdtEndPr/>
                            <w:sdtContent>
                              <w:p w:rsidR="00F17E04" w:rsidRDefault="00C93F5C" w:rsidP="00F17E04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06"/>
                              <w:placeholder>
                                <w:docPart w:val="E03C46B48B6C46B4B31B62B1716E97C3"/>
                              </w:placeholder>
                            </w:sdtPr>
                            <w:sdtEndPr/>
                            <w:sdtContent>
                              <w:p w:rsidR="00F17E04" w:rsidRDefault="00C93F5C" w:rsidP="00F17E04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08"/>
                              <w:placeholder>
                                <w:docPart w:val="E03C46B48B6C46B4B31B62B1716E97C3"/>
                              </w:placeholder>
                            </w:sdtPr>
                            <w:sdtEndPr/>
                            <w:sdtContent>
                              <w:p w:rsidR="00F17E04" w:rsidRDefault="00C93F5C" w:rsidP="00F17E04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page">
                        <wp:posOffset>393065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29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098"/>
                                    <w:placeholder>
                                      <w:docPart w:val="E03C46B48B6C46B4B31B62B1716E97C3"/>
                                    </w:placeholder>
                                  </w:sdtPr>
                                  <w:sdtEndPr/>
                                  <w:sdtContent>
                                    <w:p w:rsidR="00F17E04" w:rsidRDefault="00C93F5C" w:rsidP="00F17E04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00"/>
                                    <w:placeholder>
                                      <w:docPart w:val="E03C46B48B6C46B4B31B62B1716E97C3"/>
                                    </w:placeholder>
                                  </w:sdtPr>
                                  <w:sdtEndPr/>
                                  <w:sdtContent>
                                    <w:p w:rsidR="00F17E04" w:rsidRDefault="00C93F5C" w:rsidP="00F17E04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02"/>
                                    <w:placeholder>
                                      <w:docPart w:val="E03C46B48B6C46B4B31B62B1716E97C3"/>
                                    </w:placeholder>
                                  </w:sdtPr>
                                  <w:sdtEndPr/>
                                  <w:sdtContent>
                                    <w:p w:rsidR="00F17E04" w:rsidRDefault="00C93F5C" w:rsidP="00F17E04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27" type="#_x0000_t202" style="position:absolute;margin-left:30.95pt;margin-top:19.45pt;width:114.9pt;height:35.2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R+TuAIAAMI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" filled="f" stroked="f">
                      <v:textbox style="mso-fit-shape-to-text:t">
                        <w:txbxContent>
                          <w:sdt>
                            <w:sdtPr>
                              <w:id w:val="328326098"/>
                              <w:placeholder>
                                <w:docPart w:val="E03C46B48B6C46B4B31B62B1716E97C3"/>
                              </w:placeholder>
                            </w:sdtPr>
                            <w:sdtEndPr/>
                            <w:sdtContent>
                              <w:p w:rsidR="00F17E04" w:rsidRDefault="00C93F5C" w:rsidP="00F17E04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00"/>
                              <w:placeholder>
                                <w:docPart w:val="E03C46B48B6C46B4B31B62B1716E97C3"/>
                              </w:placeholder>
                            </w:sdtPr>
                            <w:sdtEndPr/>
                            <w:sdtContent>
                              <w:p w:rsidR="00F17E04" w:rsidRDefault="00C93F5C" w:rsidP="00F17E04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02"/>
                              <w:placeholder>
                                <w:docPart w:val="E03C46B48B6C46B4B31B62B1716E97C3"/>
                              </w:placeholder>
                            </w:sdtPr>
                            <w:sdtEndPr/>
                            <w:sdtContent>
                              <w:p w:rsidR="00F17E04" w:rsidRDefault="00C93F5C" w:rsidP="00F17E04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:rsidR="00282074" w:rsidRPr="00151C0A" w:rsidRDefault="00282074" w:rsidP="00AB72FB"/>
        </w:tc>
        <w:tc>
          <w:tcPr>
            <w:tcW w:w="5760" w:type="dxa"/>
          </w:tcPr>
          <w:p w:rsidR="00282074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28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37"/>
                                    <w:placeholder>
                                      <w:docPart w:val="E6B266BB75244C4D8A9150E0403933CA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8"/>
                                    <w:placeholder>
                                      <w:docPart w:val="E6B266BB75244C4D8A9150E0403933CA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9"/>
                                    <w:placeholder>
                                      <w:docPart w:val="E6B266BB75244C4D8A9150E0403933CA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8" type="#_x0000_t202" style="position:absolute;margin-left:94.3pt;margin-top:66.95pt;width:156.7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37"/>
                              <w:placeholder>
                                <w:docPart w:val="E6B266BB75244C4D8A9150E0403933CA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8"/>
                              <w:placeholder>
                                <w:docPart w:val="E6B266BB75244C4D8A9150E0403933CA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9"/>
                              <w:placeholder>
                                <w:docPart w:val="E6B266BB75244C4D8A9150E0403933CA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393065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2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10"/>
                                    <w:placeholder>
                                      <w:docPart w:val="5A1D2AB737DE4B47A5016D217A48476E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11"/>
                                    <w:placeholder>
                                      <w:docPart w:val="5A1D2AB737DE4B47A5016D217A48476E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12"/>
                                    <w:placeholder>
                                      <w:docPart w:val="5A1D2AB737DE4B47A5016D217A48476E"/>
                                    </w:placeholder>
                                  </w:sdtPr>
                                  <w:sdtEndPr/>
                                  <w:sdtContent>
                                    <w:p w:rsidR="00F17E04" w:rsidRP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29" type="#_x0000_t202" style="position:absolute;margin-left:30.95pt;margin-top:19.45pt;width:114.9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" filled="f" stroked="f">
                      <v:textbox style="mso-fit-shape-to-text:t">
                        <w:txbxContent>
                          <w:sdt>
                            <w:sdtPr>
                              <w:id w:val="328326110"/>
                              <w:placeholder>
                                <w:docPart w:val="5A1D2AB737DE4B47A5016D217A48476E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11"/>
                              <w:placeholder>
                                <w:docPart w:val="5A1D2AB737DE4B47A5016D217A48476E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12"/>
                              <w:placeholder>
                                <w:docPart w:val="5A1D2AB737DE4B47A5016D217A48476E"/>
                              </w:placeholder>
                            </w:sdtPr>
                            <w:sdtEndPr/>
                            <w:sdtContent>
                              <w:p w:rsidR="00F17E04" w:rsidRP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282074" w:rsidRPr="00151C0A">
        <w:trPr>
          <w:cantSplit/>
          <w:trHeight w:hRule="exact" w:val="2880"/>
        </w:trPr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26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40"/>
                                    <w:placeholder>
                                      <w:docPart w:val="BE7F15A5EBF54CB3AAD35CC5705A42A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41"/>
                                    <w:placeholder>
                                      <w:docPart w:val="BE7F15A5EBF54CB3AAD35CC5705A42A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42"/>
                                    <w:placeholder>
                                      <w:docPart w:val="BE7F15A5EBF54CB3AAD35CC5705A42A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0" type="#_x0000_t202" style="position:absolute;margin-left:94.3pt;margin-top:66.95pt;width:156.7pt;height:42.7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5KtgIAAMI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40"/>
                              <w:placeholder>
                                <w:docPart w:val="BE7F15A5EBF54CB3AAD35CC5705A42A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41"/>
                              <w:placeholder>
                                <w:docPart w:val="BE7F15A5EBF54CB3AAD35CC5705A42A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42"/>
                              <w:placeholder>
                                <w:docPart w:val="BE7F15A5EBF54CB3AAD35CC5705A42A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page">
                        <wp:posOffset>396240</wp:posOffset>
                      </wp:positionH>
                      <wp:positionV relativeFrom="page">
                        <wp:posOffset>255905</wp:posOffset>
                      </wp:positionV>
                      <wp:extent cx="1459230" cy="447040"/>
                      <wp:effectExtent l="0" t="0" r="1905" b="1905"/>
                      <wp:wrapNone/>
                      <wp:docPr id="25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13"/>
                                    <w:placeholder>
                                      <w:docPart w:val="1A23383BA45B4E5EBF4CBDFD105662D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14"/>
                                    <w:placeholder>
                                      <w:docPart w:val="1A23383BA45B4E5EBF4CBDFD105662D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15"/>
                                    <w:placeholder>
                                      <w:docPart w:val="1A23383BA45B4E5EBF4CBDFD105662D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1" type="#_x0000_t202" style="position:absolute;margin-left:31.2pt;margin-top:20.15pt;width:114.9pt;height:35.2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" filled="f" stroked="f">
                      <v:textbox style="mso-fit-shape-to-text:t">
                        <w:txbxContent>
                          <w:sdt>
                            <w:sdtPr>
                              <w:id w:val="328326113"/>
                              <w:placeholder>
                                <w:docPart w:val="1A23383BA45B4E5EBF4CBDFD105662D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14"/>
                              <w:placeholder>
                                <w:docPart w:val="1A23383BA45B4E5EBF4CBDFD105662D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15"/>
                              <w:placeholder>
                                <w:docPart w:val="1A23383BA45B4E5EBF4CBDFD105662D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:rsidR="00282074" w:rsidRPr="00151C0A" w:rsidRDefault="00282074" w:rsidP="00AB72FB"/>
        </w:tc>
        <w:tc>
          <w:tcPr>
            <w:tcW w:w="5760" w:type="dxa"/>
          </w:tcPr>
          <w:p w:rsidR="00282074" w:rsidRPr="00151C0A" w:rsidRDefault="00070540" w:rsidP="00AB72FB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page">
                        <wp:posOffset>1199515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1270" b="0"/>
                      <wp:wrapNone/>
                      <wp:docPr id="24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43"/>
                                    <w:placeholder>
                                      <w:docPart w:val="A725ED5C62D3412DB631CB09C4493D6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44"/>
                                    <w:placeholder>
                                      <w:docPart w:val="A725ED5C62D3412DB631CB09C4493D6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45"/>
                                    <w:placeholder>
                                      <w:docPart w:val="A725ED5C62D3412DB631CB09C4493D6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32" type="#_x0000_t202" style="position:absolute;margin-left:94.45pt;margin-top:66.95pt;width:156.7pt;height:42.7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Cl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43"/>
                              <w:placeholder>
                                <w:docPart w:val="A725ED5C62D3412DB631CB09C4493D6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44"/>
                              <w:placeholder>
                                <w:docPart w:val="A725ED5C62D3412DB631CB09C4493D6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45"/>
                              <w:placeholder>
                                <w:docPart w:val="A725ED5C62D3412DB631CB09C4493D6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page">
                        <wp:posOffset>393065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23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16"/>
                                    <w:placeholder>
                                      <w:docPart w:val="201A31575E2C452DB743CC0C3DD39EE2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17"/>
                                    <w:placeholder>
                                      <w:docPart w:val="201A31575E2C452DB743CC0C3DD39EE2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18"/>
                                    <w:placeholder>
                                      <w:docPart w:val="201A31575E2C452DB743CC0C3DD39EE2"/>
                                    </w:placeholder>
                                  </w:sdtPr>
                                  <w:sdtEndPr/>
                                  <w:sdtContent>
                                    <w:p w:rsidR="00F17E04" w:rsidRP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33" type="#_x0000_t202" style="position:absolute;margin-left:30.95pt;margin-top:19.45pt;width:114.9pt;height:35.2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vosuQ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" filled="f" stroked="f">
                      <v:textbox style="mso-fit-shape-to-text:t">
                        <w:txbxContent>
                          <w:sdt>
                            <w:sdtPr>
                              <w:id w:val="328326116"/>
                              <w:placeholder>
                                <w:docPart w:val="201A31575E2C452DB743CC0C3DD39EE2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17"/>
                              <w:placeholder>
                                <w:docPart w:val="201A31575E2C452DB743CC0C3DD39EE2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18"/>
                              <w:placeholder>
                                <w:docPart w:val="201A31575E2C452DB743CC0C3DD39EE2"/>
                              </w:placeholder>
                            </w:sdtPr>
                            <w:sdtEndPr/>
                            <w:sdtContent>
                              <w:p w:rsidR="00F17E04" w:rsidRP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282074" w:rsidRPr="00151C0A">
        <w:trPr>
          <w:cantSplit/>
          <w:trHeight w:hRule="exact" w:val="2880"/>
        </w:trPr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22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46"/>
                                    <w:placeholder>
                                      <w:docPart w:val="BD95AA0C42FB4169BFB7C7BF228D011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47"/>
                                    <w:placeholder>
                                      <w:docPart w:val="BD95AA0C42FB4169BFB7C7BF228D011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48"/>
                                    <w:placeholder>
                                      <w:docPart w:val="BD95AA0C42FB4169BFB7C7BF228D011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4" type="#_x0000_t202" style="position:absolute;margin-left:94.3pt;margin-top:66.95pt;width:156.7pt;height:42.7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wxtg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46"/>
                              <w:placeholder>
                                <w:docPart w:val="BD95AA0C42FB4169BFB7C7BF228D011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47"/>
                              <w:placeholder>
                                <w:docPart w:val="BD95AA0C42FB4169BFB7C7BF228D011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48"/>
                              <w:placeholder>
                                <w:docPart w:val="BD95AA0C42FB4169BFB7C7BF228D011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page">
                        <wp:posOffset>402590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21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19"/>
                                    <w:placeholder>
                                      <w:docPart w:val="EEA65C69068240FDA2145F00A809FAC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0"/>
                                    <w:placeholder>
                                      <w:docPart w:val="EEA65C69068240FDA2145F00A809FAC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1"/>
                                    <w:placeholder>
                                      <w:docPart w:val="EEA65C69068240FDA2145F00A809FAC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5" type="#_x0000_t202" style="position:absolute;margin-left:31.7pt;margin-top:19.45pt;width:114.9pt;height:35.2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GeuA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" filled="f" stroked="f">
                      <v:textbox style="mso-fit-shape-to-text:t">
                        <w:txbxContent>
                          <w:sdt>
                            <w:sdtPr>
                              <w:id w:val="328326119"/>
                              <w:placeholder>
                                <w:docPart w:val="EEA65C69068240FDA2145F00A809FAC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0"/>
                              <w:placeholder>
                                <w:docPart w:val="EEA65C69068240FDA2145F00A809FAC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1"/>
                              <w:placeholder>
                                <w:docPart w:val="EEA65C69068240FDA2145F00A809FAC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:rsidR="00282074" w:rsidRPr="00151C0A" w:rsidRDefault="00282074" w:rsidP="00AB72FB"/>
        </w:tc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2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49"/>
                                    <w:placeholder>
                                      <w:docPart w:val="FAF607C19F9C4C938DBD559FADEBD529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0"/>
                                    <w:placeholder>
                                      <w:docPart w:val="FAF607C19F9C4C938DBD559FADEBD529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1"/>
                                    <w:placeholder>
                                      <w:docPart w:val="FAF607C19F9C4C938DBD559FADEBD529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36" type="#_x0000_t202" style="position:absolute;margin-left:94.3pt;margin-top:66.95pt;width:156.7pt;height:42.7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" filled="f" stroked="f">
                      <v:textbox style="mso-fit-shape-to-text:t">
                        <w:txbxContent>
                          <w:sdt>
                            <w:sdtPr>
                              <w:id w:val="328326149"/>
                              <w:placeholder>
                                <w:docPart w:val="FAF607C19F9C4C938DBD559FADEBD529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0"/>
                              <w:placeholder>
                                <w:docPart w:val="FAF607C19F9C4C938DBD559FADEBD529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1"/>
                              <w:placeholder>
                                <w:docPart w:val="FAF607C19F9C4C938DBD559FADEBD529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1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22"/>
                                    <w:placeholder>
                                      <w:docPart w:val="E91C85D5F8AA4E1989A154043E8BF1C4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3"/>
                                    <w:placeholder>
                                      <w:docPart w:val="E91C85D5F8AA4E1989A154043E8BF1C4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4"/>
                                    <w:placeholder>
                                      <w:docPart w:val="E91C85D5F8AA4E1989A154043E8BF1C4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37" type="#_x0000_t202" style="position:absolute;margin-left:30.95pt;margin-top:19.45pt;width:114.9pt;height:35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H3twIAAMM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22"/>
                              <w:placeholder>
                                <w:docPart w:val="E91C85D5F8AA4E1989A154043E8BF1C4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3"/>
                              <w:placeholder>
                                <w:docPart w:val="E91C85D5F8AA4E1989A154043E8BF1C4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4"/>
                              <w:placeholder>
                                <w:docPart w:val="E91C85D5F8AA4E1989A154043E8BF1C4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2074" w:rsidRPr="00151C0A">
        <w:trPr>
          <w:cantSplit/>
          <w:trHeight w:hRule="exact" w:val="2880"/>
        </w:trPr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18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52"/>
                                    <w:placeholder>
                                      <w:docPart w:val="30CD41D0D6B9465DAF4CD233A7AEF82F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3"/>
                                    <w:placeholder>
                                      <w:docPart w:val="30CD41D0D6B9465DAF4CD233A7AEF82F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4"/>
                                    <w:placeholder>
                                      <w:docPart w:val="30CD41D0D6B9465DAF4CD233A7AEF82F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38" type="#_x0000_t202" style="position:absolute;margin-left:94.3pt;margin-top:66.95pt;width:156.7pt;height:42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" filled="f" stroked="f">
                      <v:textbox style="mso-fit-shape-to-text:t">
                        <w:txbxContent>
                          <w:sdt>
                            <w:sdtPr>
                              <w:id w:val="328326152"/>
                              <w:placeholder>
                                <w:docPart w:val="30CD41D0D6B9465DAF4CD233A7AEF82F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3"/>
                              <w:placeholder>
                                <w:docPart w:val="30CD41D0D6B9465DAF4CD233A7AEF82F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4"/>
                              <w:placeholder>
                                <w:docPart w:val="30CD41D0D6B9465DAF4CD233A7AEF82F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402590</wp:posOffset>
                      </wp:positionH>
                      <wp:positionV relativeFrom="page">
                        <wp:posOffset>255905</wp:posOffset>
                      </wp:positionV>
                      <wp:extent cx="1459230" cy="447040"/>
                      <wp:effectExtent l="2540" t="0" r="0" b="1905"/>
                      <wp:wrapNone/>
                      <wp:docPr id="17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25"/>
                                    <w:placeholder>
                                      <w:docPart w:val="31BDD7307E7540438237416F746714D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6"/>
                                    <w:placeholder>
                                      <w:docPart w:val="31BDD7307E7540438237416F746714D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7"/>
                                    <w:placeholder>
                                      <w:docPart w:val="31BDD7307E7540438237416F746714DB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39" type="#_x0000_t202" style="position:absolute;margin-left:31.7pt;margin-top:20.15pt;width:114.9pt;height:35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Ke3uQ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" filled="f" stroked="f">
                      <v:textbox style="mso-fit-shape-to-text:t">
                        <w:txbxContent>
                          <w:sdt>
                            <w:sdtPr>
                              <w:id w:val="328326125"/>
                              <w:placeholder>
                                <w:docPart w:val="31BDD7307E7540438237416F746714D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6"/>
                              <w:placeholder>
                                <w:docPart w:val="31BDD7307E7540438237416F746714D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7"/>
                              <w:placeholder>
                                <w:docPart w:val="31BDD7307E7540438237416F746714DB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:rsidR="00282074" w:rsidRPr="00151C0A" w:rsidRDefault="00282074" w:rsidP="00AB72FB"/>
        </w:tc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page">
                        <wp:posOffset>1207135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16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55"/>
                                    <w:placeholder>
                                      <w:docPart w:val="049DC75DC0264FD39198EB6822480D9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6"/>
                                    <w:placeholder>
                                      <w:docPart w:val="049DC75DC0264FD39198EB6822480D9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7"/>
                                    <w:placeholder>
                                      <w:docPart w:val="049DC75DC0264FD39198EB6822480D96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40" type="#_x0000_t202" style="position:absolute;margin-left:95.05pt;margin-top:66.95pt;width:156.7pt;height:42.7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fI1tgIAAMM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55"/>
                              <w:placeholder>
                                <w:docPart w:val="049DC75DC0264FD39198EB6822480D9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6"/>
                              <w:placeholder>
                                <w:docPart w:val="049DC75DC0264FD39198EB6822480D9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7"/>
                              <w:placeholder>
                                <w:docPart w:val="049DC75DC0264FD39198EB6822480D96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page">
                        <wp:posOffset>393065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1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28"/>
                                    <w:placeholder>
                                      <w:docPart w:val="F0851C91FD7740748F421A2399ED3ABA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29"/>
                                    <w:placeholder>
                                      <w:docPart w:val="F0851C91FD7740748F421A2399ED3ABA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0"/>
                                    <w:placeholder>
                                      <w:docPart w:val="F0851C91FD7740748F421A2399ED3ABA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41" type="#_x0000_t202" style="position:absolute;margin-left:30.95pt;margin-top:19.45pt;width:114.9pt;height:35.2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6mMuAIAAMM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" filled="f" stroked="f">
                      <v:textbox style="mso-fit-shape-to-text:t">
                        <w:txbxContent>
                          <w:sdt>
                            <w:sdtPr>
                              <w:id w:val="328326128"/>
                              <w:placeholder>
                                <w:docPart w:val="F0851C91FD7740748F421A2399ED3ABA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29"/>
                              <w:placeholder>
                                <w:docPart w:val="F0851C91FD7740748F421A2399ED3ABA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0"/>
                              <w:placeholder>
                                <w:docPart w:val="F0851C91FD7740748F421A2399ED3ABA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282074" w:rsidRPr="00151C0A">
        <w:trPr>
          <w:cantSplit/>
          <w:trHeight w:hRule="exact" w:val="2880"/>
        </w:trPr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page">
                        <wp:posOffset>1197610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3175" b="0"/>
                      <wp:wrapNone/>
                      <wp:docPr id="1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58"/>
                                    <w:placeholder>
                                      <w:docPart w:val="EE210A93615C4054A3ACC0C8336B6812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59"/>
                                    <w:placeholder>
                                      <w:docPart w:val="EE210A93615C4054A3ACC0C8336B6812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60"/>
                                    <w:placeholder>
                                      <w:docPart w:val="EE210A93615C4054A3ACC0C8336B6812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42" type="#_x0000_t202" style="position:absolute;margin-left:94.3pt;margin-top:66.95pt;width:156.7pt;height:42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cVUtg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58"/>
                              <w:placeholder>
                                <w:docPart w:val="EE210A93615C4054A3ACC0C8336B6812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59"/>
                              <w:placeholder>
                                <w:docPart w:val="EE210A93615C4054A3ACC0C8336B6812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60"/>
                              <w:placeholder>
                                <w:docPart w:val="EE210A93615C4054A3ACC0C8336B6812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page">
                        <wp:posOffset>393065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1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31"/>
                                    <w:placeholder>
                                      <w:docPart w:val="9A4E7A8DED8B4E02A766ECAC22F5A001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2"/>
                                    <w:placeholder>
                                      <w:docPart w:val="9A4E7A8DED8B4E02A766ECAC22F5A001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3"/>
                                    <w:placeholder>
                                      <w:docPart w:val="9A4E7A8DED8B4E02A766ECAC22F5A001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43" type="#_x0000_t202" style="position:absolute;margin-left:30.95pt;margin-top:19.45pt;width:114.9pt;height:35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R/uQ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" filled="f" stroked="f">
                      <v:textbox style="mso-fit-shape-to-text:t">
                        <w:txbxContent>
                          <w:sdt>
                            <w:sdtPr>
                              <w:id w:val="328326131"/>
                              <w:placeholder>
                                <w:docPart w:val="9A4E7A8DED8B4E02A766ECAC22F5A001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2"/>
                              <w:placeholder>
                                <w:docPart w:val="9A4E7A8DED8B4E02A766ECAC22F5A001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3"/>
                              <w:placeholder>
                                <w:docPart w:val="9A4E7A8DED8B4E02A766ECAC22F5A001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:rsidR="00282074" w:rsidRPr="00151C0A" w:rsidRDefault="00282074" w:rsidP="00AB72FB"/>
        </w:tc>
        <w:tc>
          <w:tcPr>
            <w:tcW w:w="5760" w:type="dxa"/>
          </w:tcPr>
          <w:p w:rsidR="00282074" w:rsidRPr="00151C0A" w:rsidRDefault="00070540" w:rsidP="00AB72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1199515</wp:posOffset>
                      </wp:positionH>
                      <wp:positionV relativeFrom="page">
                        <wp:posOffset>850265</wp:posOffset>
                      </wp:positionV>
                      <wp:extent cx="1990090" cy="542290"/>
                      <wp:effectExtent l="0" t="2540" r="1270" b="0"/>
                      <wp:wrapNone/>
                      <wp:docPr id="12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542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61"/>
                                    <w:placeholder>
                                      <w:docPart w:val="0C4557665F9D417E8EA9D6BFCED173A8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2"/>
                                      </w:pPr>
                                      <w:r>
                                        <w:t>[Customer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62"/>
                                    <w:placeholder>
                                      <w:docPart w:val="0C4557665F9D417E8EA9D6BFCED173A8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63"/>
                                    <w:placeholder>
                                      <w:docPart w:val="0C4557665F9D417E8EA9D6BFCED173A8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pPr>
                                        <w:pStyle w:val="Heading1"/>
                                      </w:pPr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44" type="#_x0000_t202" style="position:absolute;margin-left:94.45pt;margin-top:66.95pt;width:156.7pt;height:42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d5tg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" filled="f" stroked="f">
                      <v:textbox style="mso-fit-shape-to-text:t">
                        <w:txbxContent>
                          <w:sdt>
                            <w:sdtPr>
                              <w:id w:val="328326161"/>
                              <w:placeholder>
                                <w:docPart w:val="0C4557665F9D417E8EA9D6BFCED173A8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2"/>
                                </w:pPr>
                                <w:r>
                                  <w:t>[Customer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62"/>
                              <w:placeholder>
                                <w:docPart w:val="0C4557665F9D417E8EA9D6BFCED173A8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63"/>
                              <w:placeholder>
                                <w:docPart w:val="0C4557665F9D417E8EA9D6BFCED173A8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pPr>
                                  <w:pStyle w:val="Heading1"/>
                                </w:pPr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393065</wp:posOffset>
                      </wp:positionH>
                      <wp:positionV relativeFrom="page">
                        <wp:posOffset>247015</wp:posOffset>
                      </wp:positionV>
                      <wp:extent cx="1459230" cy="447040"/>
                      <wp:effectExtent l="2540" t="0" r="0" b="1270"/>
                      <wp:wrapNone/>
                      <wp:docPr id="11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230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328326134"/>
                                    <w:placeholder>
                                      <w:docPart w:val="8E46760D1EC946D19C47BB427E16598E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[Your 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5"/>
                                    <w:placeholder>
                                      <w:docPart w:val="8E46760D1EC946D19C47BB427E16598E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328326136"/>
                                    <w:placeholder>
                                      <w:docPart w:val="8E46760D1EC946D19C47BB427E16598E"/>
                                    </w:placeholder>
                                  </w:sdtPr>
                                  <w:sdtEndPr/>
                                  <w:sdtContent>
                                    <w:p w:rsidR="00C93F5C" w:rsidRDefault="00C93F5C" w:rsidP="00C93F5C">
                                      <w: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5" type="#_x0000_t202" style="position:absolute;margin-left:30.95pt;margin-top:19.45pt;width:114.9pt;height:35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zAuQ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" filled="f" stroked="f">
                      <v:textbox style="mso-fit-shape-to-text:t">
                        <w:txbxContent>
                          <w:sdt>
                            <w:sdtPr>
                              <w:id w:val="328326134"/>
                              <w:placeholder>
                                <w:docPart w:val="8E46760D1EC946D19C47BB427E16598E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[Your 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5"/>
                              <w:placeholder>
                                <w:docPart w:val="8E46760D1EC946D19C47BB427E16598E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[Street Address]</w:t>
                                </w:r>
                              </w:p>
                            </w:sdtContent>
                          </w:sdt>
                          <w:sdt>
                            <w:sdtPr>
                              <w:id w:val="328326136"/>
                              <w:placeholder>
                                <w:docPart w:val="8E46760D1EC946D19C47BB427E16598E"/>
                              </w:placeholder>
                            </w:sdtPr>
                            <w:sdtEndPr/>
                            <w:sdtContent>
                              <w:p w:rsidR="00C93F5C" w:rsidRDefault="00C93F5C" w:rsidP="00C93F5C">
                                <w:r>
                                  <w:t>[City, ST  ZIP Code]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</w:tr>
    </w:tbl>
    <w:p w:rsidR="0064309B" w:rsidRPr="00151C0A" w:rsidRDefault="0064309B" w:rsidP="00151C0A"/>
    <w:sectPr w:rsidR="0064309B" w:rsidRPr="00151C0A" w:rsidSect="007355FA">
      <w:headerReference w:type="default" r:id="rId7"/>
      <w:footerReference w:type="default" r:id="rId8"/>
      <w:type w:val="continuous"/>
      <w:pgSz w:w="12240" w:h="15840" w:code="1"/>
      <w:pgMar w:top="720" w:right="360" w:bottom="0" w:left="360" w:header="0" w:footer="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9A9" w:rsidRDefault="00C009A9">
      <w:r>
        <w:separator/>
      </w:r>
    </w:p>
  </w:endnote>
  <w:endnote w:type="continuationSeparator" w:id="0">
    <w:p w:rsidR="00C009A9" w:rsidRDefault="00C0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E04" w:rsidRDefault="0007054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4143375</wp:posOffset>
              </wp:positionH>
              <wp:positionV relativeFrom="paragraph">
                <wp:posOffset>-1964055</wp:posOffset>
              </wp:positionV>
              <wp:extent cx="3009900" cy="1400175"/>
              <wp:effectExtent l="9525" t="7620" r="9525" b="11430"/>
              <wp:wrapNone/>
              <wp:docPr id="4" name="AutoSha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6" o:spid="_x0000_s1026" style="position:absolute;margin-left:326.25pt;margin-top:-154.65pt;width:237pt;height:11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314325</wp:posOffset>
              </wp:positionH>
              <wp:positionV relativeFrom="paragraph">
                <wp:posOffset>-1964055</wp:posOffset>
              </wp:positionV>
              <wp:extent cx="3009900" cy="1400175"/>
              <wp:effectExtent l="9525" t="7620" r="9525" b="11430"/>
              <wp:wrapNone/>
              <wp:docPr id="3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5" o:spid="_x0000_s1026" style="position:absolute;margin-left:24.75pt;margin-top:-154.65pt;width:237pt;height:11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4133850</wp:posOffset>
              </wp:positionH>
              <wp:positionV relativeFrom="paragraph">
                <wp:posOffset>-3773805</wp:posOffset>
              </wp:positionV>
              <wp:extent cx="3009900" cy="1400175"/>
              <wp:effectExtent l="9525" t="7620" r="9525" b="11430"/>
              <wp:wrapNone/>
              <wp:docPr id="2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4" o:spid="_x0000_s1026" style="position:absolute;margin-left:325.5pt;margin-top:-297.15pt;width:237pt;height:11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314325</wp:posOffset>
              </wp:positionH>
              <wp:positionV relativeFrom="paragraph">
                <wp:posOffset>-3792855</wp:posOffset>
              </wp:positionV>
              <wp:extent cx="3009900" cy="1400175"/>
              <wp:effectExtent l="9525" t="7620" r="9525" b="11430"/>
              <wp:wrapNone/>
              <wp:docPr id="1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3" o:spid="_x0000_s1026" style="position:absolute;margin-left:24.75pt;margin-top:-298.65pt;width:237pt;height:1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" fillcolor="#dbe5f1 [660]" strokecolor="#205867 [1608]">
              <v:fill opacity="6682f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9A9" w:rsidRDefault="00C009A9">
      <w:r>
        <w:separator/>
      </w:r>
    </w:p>
  </w:footnote>
  <w:footnote w:type="continuationSeparator" w:id="0">
    <w:p w:rsidR="00C009A9" w:rsidRDefault="00C0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F77" w:rsidRDefault="0007054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4133850</wp:posOffset>
              </wp:positionH>
              <wp:positionV relativeFrom="paragraph">
                <wp:posOffset>4305300</wp:posOffset>
              </wp:positionV>
              <wp:extent cx="3009900" cy="1400175"/>
              <wp:effectExtent l="9525" t="9525" r="9525" b="9525"/>
              <wp:wrapNone/>
              <wp:docPr id="10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2" o:spid="_x0000_s1026" style="position:absolute;margin-left:325.5pt;margin-top:339pt;width:237pt;height:1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314325</wp:posOffset>
              </wp:positionH>
              <wp:positionV relativeFrom="paragraph">
                <wp:posOffset>4305300</wp:posOffset>
              </wp:positionV>
              <wp:extent cx="3009900" cy="1400175"/>
              <wp:effectExtent l="9525" t="9525" r="9525" b="9525"/>
              <wp:wrapNone/>
              <wp:docPr id="9" name="AutoShap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1" o:spid="_x0000_s1026" style="position:absolute;margin-left:24.75pt;margin-top:339pt;width:237pt;height:11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4143375</wp:posOffset>
              </wp:positionH>
              <wp:positionV relativeFrom="paragraph">
                <wp:posOffset>2476500</wp:posOffset>
              </wp:positionV>
              <wp:extent cx="3009900" cy="1400175"/>
              <wp:effectExtent l="9525" t="9525" r="9525" b="9525"/>
              <wp:wrapNone/>
              <wp:docPr id="8" name="AutoShap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0" o:spid="_x0000_s1026" style="position:absolute;margin-left:326.25pt;margin-top:195pt;width:237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304800</wp:posOffset>
              </wp:positionH>
              <wp:positionV relativeFrom="paragraph">
                <wp:posOffset>2476500</wp:posOffset>
              </wp:positionV>
              <wp:extent cx="3009900" cy="1400175"/>
              <wp:effectExtent l="9525" t="9525" r="9525" b="9525"/>
              <wp:wrapNone/>
              <wp:docPr id="7" name="AutoShap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39" o:spid="_x0000_s1026" style="position:absolute;margin-left:24pt;margin-top:195pt;width:237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4133850</wp:posOffset>
              </wp:positionH>
              <wp:positionV relativeFrom="paragraph">
                <wp:posOffset>638175</wp:posOffset>
              </wp:positionV>
              <wp:extent cx="3009900" cy="1400175"/>
              <wp:effectExtent l="9525" t="9525" r="9525" b="9525"/>
              <wp:wrapNone/>
              <wp:docPr id="6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38" o:spid="_x0000_s1026" style="position:absolute;margin-left:325.5pt;margin-top:50.25pt;width:237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" fillcolor="#dbe5f1 [660]" strokecolor="#205867 [1608]">
              <v:fill opacity="6682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304800</wp:posOffset>
              </wp:positionH>
              <wp:positionV relativeFrom="paragraph">
                <wp:posOffset>638175</wp:posOffset>
              </wp:positionV>
              <wp:extent cx="3009900" cy="1400175"/>
              <wp:effectExtent l="9525" t="9525" r="9525" b="9525"/>
              <wp:wrapNone/>
              <wp:docPr id="5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0" cy="14001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  <a:alpha val="10001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37" o:spid="_x0000_s1026" style="position:absolute;margin-left:24pt;margin-top:50.25pt;width:237pt;height:11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" fillcolor="#dbe5f1 [660]" strokecolor="#205867 [1608]">
              <v:fill opacity="6682f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40"/>
    <w:rsid w:val="00070540"/>
    <w:rsid w:val="000F52B1"/>
    <w:rsid w:val="00151C0A"/>
    <w:rsid w:val="001D756D"/>
    <w:rsid w:val="002262BF"/>
    <w:rsid w:val="00255583"/>
    <w:rsid w:val="00282074"/>
    <w:rsid w:val="00351D04"/>
    <w:rsid w:val="00482F77"/>
    <w:rsid w:val="00483AD2"/>
    <w:rsid w:val="004910E9"/>
    <w:rsid w:val="005B65B4"/>
    <w:rsid w:val="0064309B"/>
    <w:rsid w:val="007355FA"/>
    <w:rsid w:val="00A846EA"/>
    <w:rsid w:val="00AB72FB"/>
    <w:rsid w:val="00BB2EC0"/>
    <w:rsid w:val="00C009A9"/>
    <w:rsid w:val="00C925BE"/>
    <w:rsid w:val="00C93F5C"/>
    <w:rsid w:val="00D34985"/>
    <w:rsid w:val="00DE0306"/>
    <w:rsid w:val="00E31906"/>
    <w:rsid w:val="00F17E04"/>
    <w:rsid w:val="00F52773"/>
    <w:rsid w:val="00F8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F5C"/>
    <w:pPr>
      <w:spacing w:line="264" w:lineRule="auto"/>
    </w:pPr>
    <w:rPr>
      <w:rFonts w:asciiTheme="minorHAnsi" w:hAnsiTheme="minorHAnsi" w:cs="Arial"/>
      <w:color w:val="215868" w:themeColor="accent5" w:themeShade="80"/>
      <w:sz w:val="15"/>
    </w:rPr>
  </w:style>
  <w:style w:type="paragraph" w:styleId="Heading1">
    <w:name w:val="heading 1"/>
    <w:basedOn w:val="Normal"/>
    <w:next w:val="Normal"/>
    <w:qFormat/>
    <w:rsid w:val="00C93F5C"/>
    <w:pPr>
      <w:outlineLvl w:val="0"/>
    </w:pPr>
    <w:rPr>
      <w:rFonts w:asciiTheme="majorHAnsi" w:hAnsiTheme="majorHAnsi"/>
      <w:sz w:val="19"/>
    </w:rPr>
  </w:style>
  <w:style w:type="paragraph" w:styleId="Heading2">
    <w:name w:val="heading 2"/>
    <w:basedOn w:val="Heading1"/>
    <w:next w:val="Normal"/>
    <w:qFormat/>
    <w:rsid w:val="00255583"/>
    <w:pPr>
      <w:outlineLvl w:val="1"/>
    </w:pPr>
    <w:rPr>
      <w:b/>
    </w:rPr>
  </w:style>
  <w:style w:type="paragraph" w:styleId="Heading3">
    <w:name w:val="heading 3"/>
    <w:basedOn w:val="Heading2"/>
    <w:next w:val="Normal"/>
    <w:qFormat/>
    <w:rsid w:val="00151C0A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2F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F7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2F7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3F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F5C"/>
    <w:pPr>
      <w:spacing w:line="264" w:lineRule="auto"/>
    </w:pPr>
    <w:rPr>
      <w:rFonts w:asciiTheme="minorHAnsi" w:hAnsiTheme="minorHAnsi" w:cs="Arial"/>
      <w:color w:val="215868" w:themeColor="accent5" w:themeShade="80"/>
      <w:sz w:val="15"/>
    </w:rPr>
  </w:style>
  <w:style w:type="paragraph" w:styleId="Heading1">
    <w:name w:val="heading 1"/>
    <w:basedOn w:val="Normal"/>
    <w:next w:val="Normal"/>
    <w:qFormat/>
    <w:rsid w:val="00C93F5C"/>
    <w:pPr>
      <w:outlineLvl w:val="0"/>
    </w:pPr>
    <w:rPr>
      <w:rFonts w:asciiTheme="majorHAnsi" w:hAnsiTheme="majorHAnsi"/>
      <w:sz w:val="19"/>
    </w:rPr>
  </w:style>
  <w:style w:type="paragraph" w:styleId="Heading2">
    <w:name w:val="heading 2"/>
    <w:basedOn w:val="Heading1"/>
    <w:next w:val="Normal"/>
    <w:qFormat/>
    <w:rsid w:val="00255583"/>
    <w:pPr>
      <w:outlineLvl w:val="1"/>
    </w:pPr>
    <w:rPr>
      <w:b/>
    </w:rPr>
  </w:style>
  <w:style w:type="paragraph" w:styleId="Heading3">
    <w:name w:val="heading 3"/>
    <w:basedOn w:val="Heading2"/>
    <w:next w:val="Normal"/>
    <w:qFormat/>
    <w:rsid w:val="00151C0A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2F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F7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2F7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3F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266\Avery%20Label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3C46B48B6C46B4B31B62B1716E9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4DEB2-11EA-4BDF-ACE5-67D90E1D9141}"/>
      </w:docPartPr>
      <w:docPartBody>
        <w:p w:rsidR="00000000" w:rsidRDefault="006A725A">
          <w:pPr>
            <w:pStyle w:val="E03C46B48B6C46B4B31B62B1716E97C3"/>
          </w:pPr>
          <w:r w:rsidRPr="000005D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5A"/>
    <w:rsid w:val="006A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03C46B48B6C46B4B31B62B1716E97C3">
    <w:name w:val="E03C46B48B6C46B4B31B62B1716E97C3"/>
  </w:style>
  <w:style w:type="paragraph" w:customStyle="1" w:styleId="E6B266BB75244C4D8A9150E0403933CA">
    <w:name w:val="E6B266BB75244C4D8A9150E0403933CA"/>
  </w:style>
  <w:style w:type="paragraph" w:customStyle="1" w:styleId="5A1D2AB737DE4B47A5016D217A48476E">
    <w:name w:val="5A1D2AB737DE4B47A5016D217A48476E"/>
  </w:style>
  <w:style w:type="paragraph" w:customStyle="1" w:styleId="BE7F15A5EBF54CB3AAD35CC5705A42A6">
    <w:name w:val="BE7F15A5EBF54CB3AAD35CC5705A42A6"/>
  </w:style>
  <w:style w:type="paragraph" w:customStyle="1" w:styleId="1A23383BA45B4E5EBF4CBDFD105662D6">
    <w:name w:val="1A23383BA45B4E5EBF4CBDFD105662D6"/>
  </w:style>
  <w:style w:type="paragraph" w:customStyle="1" w:styleId="A725ED5C62D3412DB631CB09C4493D66">
    <w:name w:val="A725ED5C62D3412DB631CB09C4493D66"/>
  </w:style>
  <w:style w:type="paragraph" w:customStyle="1" w:styleId="201A31575E2C452DB743CC0C3DD39EE2">
    <w:name w:val="201A31575E2C452DB743CC0C3DD39EE2"/>
  </w:style>
  <w:style w:type="paragraph" w:customStyle="1" w:styleId="BD95AA0C42FB4169BFB7C7BF228D011B">
    <w:name w:val="BD95AA0C42FB4169BFB7C7BF228D011B"/>
  </w:style>
  <w:style w:type="paragraph" w:customStyle="1" w:styleId="EEA65C69068240FDA2145F00A809FACB">
    <w:name w:val="EEA65C69068240FDA2145F00A809FACB"/>
  </w:style>
  <w:style w:type="paragraph" w:customStyle="1" w:styleId="FAF607C19F9C4C938DBD559FADEBD529">
    <w:name w:val="FAF607C19F9C4C938DBD559FADEBD529"/>
  </w:style>
  <w:style w:type="paragraph" w:customStyle="1" w:styleId="E91C85D5F8AA4E1989A154043E8BF1C4">
    <w:name w:val="E91C85D5F8AA4E1989A154043E8BF1C4"/>
  </w:style>
  <w:style w:type="paragraph" w:customStyle="1" w:styleId="30CD41D0D6B9465DAF4CD233A7AEF82F">
    <w:name w:val="30CD41D0D6B9465DAF4CD233A7AEF82F"/>
  </w:style>
  <w:style w:type="paragraph" w:customStyle="1" w:styleId="31BDD7307E7540438237416F746714DB">
    <w:name w:val="31BDD7307E7540438237416F746714DB"/>
  </w:style>
  <w:style w:type="paragraph" w:customStyle="1" w:styleId="049DC75DC0264FD39198EB6822480D96">
    <w:name w:val="049DC75DC0264FD39198EB6822480D96"/>
  </w:style>
  <w:style w:type="paragraph" w:customStyle="1" w:styleId="F0851C91FD7740748F421A2399ED3ABA">
    <w:name w:val="F0851C91FD7740748F421A2399ED3ABA"/>
  </w:style>
  <w:style w:type="paragraph" w:customStyle="1" w:styleId="EE210A93615C4054A3ACC0C8336B6812">
    <w:name w:val="EE210A93615C4054A3ACC0C8336B6812"/>
  </w:style>
  <w:style w:type="paragraph" w:customStyle="1" w:styleId="9A4E7A8DED8B4E02A766ECAC22F5A001">
    <w:name w:val="9A4E7A8DED8B4E02A766ECAC22F5A001"/>
  </w:style>
  <w:style w:type="paragraph" w:customStyle="1" w:styleId="0C4557665F9D417E8EA9D6BFCED173A8">
    <w:name w:val="0C4557665F9D417E8EA9D6BFCED173A8"/>
  </w:style>
  <w:style w:type="paragraph" w:customStyle="1" w:styleId="8E46760D1EC946D19C47BB427E16598E">
    <w:name w:val="8E46760D1EC946D19C47BB427E16598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03C46B48B6C46B4B31B62B1716E97C3">
    <w:name w:val="E03C46B48B6C46B4B31B62B1716E97C3"/>
  </w:style>
  <w:style w:type="paragraph" w:customStyle="1" w:styleId="E6B266BB75244C4D8A9150E0403933CA">
    <w:name w:val="E6B266BB75244C4D8A9150E0403933CA"/>
  </w:style>
  <w:style w:type="paragraph" w:customStyle="1" w:styleId="5A1D2AB737DE4B47A5016D217A48476E">
    <w:name w:val="5A1D2AB737DE4B47A5016D217A48476E"/>
  </w:style>
  <w:style w:type="paragraph" w:customStyle="1" w:styleId="BE7F15A5EBF54CB3AAD35CC5705A42A6">
    <w:name w:val="BE7F15A5EBF54CB3AAD35CC5705A42A6"/>
  </w:style>
  <w:style w:type="paragraph" w:customStyle="1" w:styleId="1A23383BA45B4E5EBF4CBDFD105662D6">
    <w:name w:val="1A23383BA45B4E5EBF4CBDFD105662D6"/>
  </w:style>
  <w:style w:type="paragraph" w:customStyle="1" w:styleId="A725ED5C62D3412DB631CB09C4493D66">
    <w:name w:val="A725ED5C62D3412DB631CB09C4493D66"/>
  </w:style>
  <w:style w:type="paragraph" w:customStyle="1" w:styleId="201A31575E2C452DB743CC0C3DD39EE2">
    <w:name w:val="201A31575E2C452DB743CC0C3DD39EE2"/>
  </w:style>
  <w:style w:type="paragraph" w:customStyle="1" w:styleId="BD95AA0C42FB4169BFB7C7BF228D011B">
    <w:name w:val="BD95AA0C42FB4169BFB7C7BF228D011B"/>
  </w:style>
  <w:style w:type="paragraph" w:customStyle="1" w:styleId="EEA65C69068240FDA2145F00A809FACB">
    <w:name w:val="EEA65C69068240FDA2145F00A809FACB"/>
  </w:style>
  <w:style w:type="paragraph" w:customStyle="1" w:styleId="FAF607C19F9C4C938DBD559FADEBD529">
    <w:name w:val="FAF607C19F9C4C938DBD559FADEBD529"/>
  </w:style>
  <w:style w:type="paragraph" w:customStyle="1" w:styleId="E91C85D5F8AA4E1989A154043E8BF1C4">
    <w:name w:val="E91C85D5F8AA4E1989A154043E8BF1C4"/>
  </w:style>
  <w:style w:type="paragraph" w:customStyle="1" w:styleId="30CD41D0D6B9465DAF4CD233A7AEF82F">
    <w:name w:val="30CD41D0D6B9465DAF4CD233A7AEF82F"/>
  </w:style>
  <w:style w:type="paragraph" w:customStyle="1" w:styleId="31BDD7307E7540438237416F746714DB">
    <w:name w:val="31BDD7307E7540438237416F746714DB"/>
  </w:style>
  <w:style w:type="paragraph" w:customStyle="1" w:styleId="049DC75DC0264FD39198EB6822480D96">
    <w:name w:val="049DC75DC0264FD39198EB6822480D96"/>
  </w:style>
  <w:style w:type="paragraph" w:customStyle="1" w:styleId="F0851C91FD7740748F421A2399ED3ABA">
    <w:name w:val="F0851C91FD7740748F421A2399ED3ABA"/>
  </w:style>
  <w:style w:type="paragraph" w:customStyle="1" w:styleId="EE210A93615C4054A3ACC0C8336B6812">
    <w:name w:val="EE210A93615C4054A3ACC0C8336B6812"/>
  </w:style>
  <w:style w:type="paragraph" w:customStyle="1" w:styleId="9A4E7A8DED8B4E02A766ECAC22F5A001">
    <w:name w:val="9A4E7A8DED8B4E02A766ECAC22F5A001"/>
  </w:style>
  <w:style w:type="paragraph" w:customStyle="1" w:styleId="0C4557665F9D417E8EA9D6BFCED173A8">
    <w:name w:val="0C4557665F9D417E8EA9D6BFCED173A8"/>
  </w:style>
  <w:style w:type="paragraph" w:customStyle="1" w:styleId="8E46760D1EC946D19C47BB427E16598E">
    <w:name w:val="8E46760D1EC946D19C47BB427E1659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Avery Label Template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 Yaseen</dc:creator>
  <cp:lastModifiedBy>Khurram Yaseen</cp:lastModifiedBy>
  <cp:revision>1</cp:revision>
  <cp:lastPrinted>2004-06-02T20:54:00Z</cp:lastPrinted>
  <dcterms:created xsi:type="dcterms:W3CDTF">2015-07-24T11:11:00Z</dcterms:created>
  <dcterms:modified xsi:type="dcterms:W3CDTF">2015-07-24T11:13:00Z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TC102830621033</vt:lpwstr>
  </property>
</Properties>
</file>