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522" w:rsidRPr="00B31522" w:rsidRDefault="00B31522" w:rsidP="00B31522">
      <w:pPr>
        <w:pStyle w:val="Heading1"/>
        <w:rPr>
          <w:rFonts w:ascii="Cambria" w:hAnsi="Cambria"/>
          <w:bCs/>
          <w:sz w:val="46"/>
          <w:szCs w:val="46"/>
        </w:rPr>
      </w:pPr>
      <w:bookmarkStart w:id="0" w:name="_GoBack"/>
      <w:bookmarkEnd w:id="0"/>
      <w:r w:rsidRPr="00B31522">
        <w:rPr>
          <w:rFonts w:ascii="Cambria" w:hAnsi="Cambria"/>
          <w:sz w:val="46"/>
          <w:szCs w:val="46"/>
        </w:rPr>
        <w:t>Periodic Project Report</w:t>
      </w:r>
    </w:p>
    <w:p w:rsidR="0075263F" w:rsidRPr="00080B84" w:rsidRDefault="00B31522" w:rsidP="006C46C7">
      <w:pPr>
        <w:pStyle w:val="Heading2"/>
        <w:rPr>
          <w:rFonts w:ascii="Calibri Light" w:hAnsi="Calibri Light" w:cs="Calibri Light"/>
          <w:iCs w:val="0"/>
          <w:color w:val="999999"/>
        </w:rPr>
      </w:pPr>
      <w:r w:rsidRPr="00080B84">
        <w:rPr>
          <w:rFonts w:ascii="Calibri Light" w:hAnsi="Calibri Light" w:cs="Calibri Light"/>
          <w:iCs w:val="0"/>
          <w:color w:val="999999"/>
        </w:rPr>
        <w:t xml:space="preserve"> </w:t>
      </w:r>
      <w:r w:rsidR="00C201D9" w:rsidRPr="00080B84">
        <w:rPr>
          <w:rFonts w:ascii="Calibri Light" w:hAnsi="Calibri Light" w:cs="Calibri Light"/>
          <w:iCs w:val="0"/>
          <w:color w:val="999999"/>
        </w:rPr>
        <w:t>[Insert Project Name]</w:t>
      </w:r>
    </w:p>
    <w:p w:rsidR="0075263F" w:rsidRPr="00080B84" w:rsidRDefault="0075263F" w:rsidP="0075263F">
      <w:pPr>
        <w:pStyle w:val="BodyText"/>
        <w:rPr>
          <w:rFonts w:ascii="Calibri Light" w:hAnsi="Calibri Light" w:cs="Calibri Light"/>
          <w:i w:val="0"/>
          <w:iCs/>
          <w:color w:val="aut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6"/>
      </w:tblGrid>
      <w:tr w:rsidR="0075263F" w:rsidRPr="00080B84" w:rsidTr="00C201D9">
        <w:tblPrEx>
          <w:tblCellMar>
            <w:top w:w="0" w:type="dxa"/>
            <w:bottom w:w="0" w:type="dxa"/>
          </w:tblCellMar>
        </w:tblPrEx>
        <w:tc>
          <w:tcPr>
            <w:tcW w:w="9216" w:type="dxa"/>
            <w:tcBorders>
              <w:top w:val="single" w:sz="6" w:space="0" w:color="auto"/>
              <w:bottom w:val="single" w:sz="6" w:space="0" w:color="auto"/>
            </w:tcBorders>
          </w:tcPr>
          <w:p w:rsidR="0075263F" w:rsidRPr="00080B84" w:rsidRDefault="0075263F" w:rsidP="006C46C7">
            <w:pPr>
              <w:pStyle w:val="Heading1"/>
              <w:rPr>
                <w:rFonts w:ascii="Calibri Light" w:hAnsi="Calibri Light" w:cs="Calibri Light"/>
              </w:rPr>
            </w:pPr>
            <w:r w:rsidRPr="00080B84">
              <w:rPr>
                <w:rFonts w:ascii="Calibri Light" w:hAnsi="Calibri Light" w:cs="Calibri Light"/>
              </w:rPr>
              <w:t>PROJECT PROGRESS REPORT</w:t>
            </w:r>
          </w:p>
          <w:p w:rsidR="0075263F" w:rsidRPr="00080B84" w:rsidRDefault="0075263F" w:rsidP="0075263F">
            <w:pPr>
              <w:pBdr>
                <w:bottom w:val="single" w:sz="6" w:space="1" w:color="auto"/>
              </w:pBdr>
              <w:jc w:val="center"/>
              <w:rPr>
                <w:rFonts w:ascii="Calibri Light" w:hAnsi="Calibri Light" w:cs="Calibri Light"/>
                <w:b/>
                <w:sz w:val="16"/>
              </w:rPr>
            </w:pPr>
          </w:p>
          <w:p w:rsidR="0075263F" w:rsidRPr="00080B84" w:rsidRDefault="0075263F" w:rsidP="0075263F">
            <w:pPr>
              <w:tabs>
                <w:tab w:val="left" w:pos="4536"/>
              </w:tabs>
              <w:jc w:val="both"/>
              <w:rPr>
                <w:rFonts w:ascii="Calibri Light" w:hAnsi="Calibri Light" w:cs="Calibri Light"/>
                <w:b/>
              </w:rPr>
            </w:pPr>
            <w:r w:rsidRPr="00080B84">
              <w:rPr>
                <w:rFonts w:ascii="Calibri Light" w:hAnsi="Calibri Light" w:cs="Calibri Light"/>
                <w:b/>
              </w:rPr>
              <w:t>Project:</w:t>
            </w:r>
            <w:r w:rsidRPr="00080B84">
              <w:rPr>
                <w:rFonts w:ascii="Calibri Light" w:hAnsi="Calibri Light" w:cs="Calibri Light"/>
                <w:b/>
              </w:rPr>
              <w:tab/>
              <w:t xml:space="preserve">Project Manager:  </w:t>
            </w:r>
            <w:r w:rsidRPr="00080B84">
              <w:rPr>
                <w:rFonts w:ascii="Calibri Light" w:hAnsi="Calibri Light" w:cs="Calibri Light"/>
                <w:bCs/>
                <w:color w:val="999999"/>
              </w:rPr>
              <w:t>Insert Name</w:t>
            </w: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Cs/>
                <w:color w:val="999999"/>
                <w:sz w:val="22"/>
                <w:szCs w:val="22"/>
              </w:rPr>
            </w:pPr>
            <w:r w:rsidRPr="00080B84">
              <w:rPr>
                <w:rFonts w:ascii="Calibri Light" w:hAnsi="Calibri Light" w:cs="Calibri Light"/>
                <w:bCs/>
                <w:color w:val="999999"/>
                <w:sz w:val="22"/>
                <w:szCs w:val="22"/>
              </w:rPr>
              <w:t>Insert Project Name here</w:t>
            </w: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pBdr>
                <w:bottom w:val="single" w:sz="6" w:space="1" w:color="auto"/>
              </w:pBd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Cs/>
                <w:color w:val="FF0000"/>
              </w:rPr>
            </w:pPr>
            <w:r w:rsidRPr="00080B84">
              <w:rPr>
                <w:rFonts w:ascii="Calibri Light" w:hAnsi="Calibri Light" w:cs="Calibri Light"/>
                <w:b/>
              </w:rPr>
              <w:t xml:space="preserve">Week Ending:  </w:t>
            </w:r>
            <w:r w:rsidRPr="00080B84">
              <w:rPr>
                <w:rFonts w:ascii="Calibri Light" w:hAnsi="Calibri Light" w:cs="Calibri Light"/>
                <w:bCs/>
                <w:color w:val="999999"/>
              </w:rPr>
              <w:t>Insert week ending date for the period of reporting here</w:t>
            </w: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pBdr>
                <w:bottom w:val="single" w:sz="6" w:space="1" w:color="auto"/>
              </w:pBd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  <w:r w:rsidRPr="00080B84">
              <w:rPr>
                <w:rFonts w:ascii="Calibri Light" w:hAnsi="Calibri Light" w:cs="Calibri Light"/>
                <w:b/>
              </w:rPr>
              <w:t>Progress This Week:</w:t>
            </w: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Cs/>
                <w:color w:val="999999"/>
              </w:rPr>
            </w:pPr>
            <w:r w:rsidRPr="00080B84">
              <w:rPr>
                <w:rFonts w:ascii="Calibri Light" w:hAnsi="Calibri Light" w:cs="Calibri Light"/>
                <w:bCs/>
                <w:color w:val="999999"/>
              </w:rPr>
              <w:t>Enter details of progress for the period here.  Progress may be entered as tasks (as they appear on the schedule), bullet points or further explanations, if required.</w:t>
            </w: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  <w:color w:val="999999"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B70686" w:rsidRPr="00080B84" w:rsidRDefault="00B70686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pBdr>
                <w:bottom w:val="single" w:sz="6" w:space="1" w:color="auto"/>
              </w:pBd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  <w:r w:rsidRPr="00080B84">
              <w:rPr>
                <w:rFonts w:ascii="Calibri Light" w:hAnsi="Calibri Light" w:cs="Calibri Light"/>
                <w:b/>
              </w:rPr>
              <w:t>Issues:</w:t>
            </w: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Cs/>
                <w:color w:val="999999"/>
              </w:rPr>
            </w:pPr>
            <w:r w:rsidRPr="00080B84">
              <w:rPr>
                <w:rFonts w:ascii="Calibri Light" w:hAnsi="Calibri Light" w:cs="Calibri Light"/>
                <w:bCs/>
                <w:color w:val="999999"/>
              </w:rPr>
              <w:t>Enter here the details of any issues that have arisen during the period.</w:t>
            </w: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pBdr>
                <w:bottom w:val="single" w:sz="6" w:space="1" w:color="auto"/>
              </w:pBd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  <w:r w:rsidRPr="00080B84">
              <w:rPr>
                <w:rFonts w:ascii="Calibri Light" w:hAnsi="Calibri Light" w:cs="Calibri Light"/>
                <w:b/>
              </w:rPr>
              <w:t>Key Actions Next Week:</w:t>
            </w: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  <w:color w:val="999999"/>
              </w:rPr>
            </w:pPr>
            <w:r w:rsidRPr="00080B84">
              <w:rPr>
                <w:rFonts w:ascii="Calibri Light" w:hAnsi="Calibri Light" w:cs="Calibri Light"/>
                <w:bCs/>
                <w:color w:val="999999"/>
              </w:rPr>
              <w:t>Enter the details of key actions and tasks scheduled for the next period here.</w:t>
            </w: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B70686" w:rsidRPr="00080B84" w:rsidRDefault="00B70686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pBdr>
                <w:bottom w:val="single" w:sz="6" w:space="1" w:color="auto"/>
              </w:pBd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/>
              </w:rPr>
            </w:pPr>
            <w:r w:rsidRPr="00080B84">
              <w:rPr>
                <w:rFonts w:ascii="Calibri Light" w:hAnsi="Calibri Light" w:cs="Calibri Light"/>
                <w:b/>
              </w:rPr>
              <w:t>Communications:</w:t>
            </w: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Cs/>
                <w:i/>
                <w:iCs/>
                <w:color w:val="FF0000"/>
              </w:rPr>
            </w:pP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  <w:bCs/>
                <w:color w:val="999999"/>
              </w:rPr>
            </w:pPr>
            <w:r w:rsidRPr="00080B84">
              <w:rPr>
                <w:rFonts w:ascii="Calibri Light" w:hAnsi="Calibri Light" w:cs="Calibri Light"/>
                <w:bCs/>
                <w:color w:val="999999"/>
              </w:rPr>
              <w:t>Enter the details of specific communications executed during the period.</w:t>
            </w:r>
          </w:p>
          <w:p w:rsidR="0075263F" w:rsidRPr="00080B84" w:rsidRDefault="0075263F" w:rsidP="0075263F">
            <w:pPr>
              <w:tabs>
                <w:tab w:val="left" w:pos="5670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B263C7" w:rsidRPr="00080B84" w:rsidRDefault="00B263C7" w:rsidP="0075263F">
      <w:pPr>
        <w:rPr>
          <w:rFonts w:ascii="Calibri Light" w:hAnsi="Calibri Light" w:cs="Calibri Light"/>
        </w:rPr>
      </w:pPr>
    </w:p>
    <w:sectPr w:rsidR="00B263C7" w:rsidRPr="00080B84" w:rsidSect="00A40B2F">
      <w:headerReference w:type="default" r:id="rId7"/>
      <w:pgSz w:w="11906" w:h="16838"/>
      <w:pgMar w:top="1134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2D9" w:rsidRDefault="003562D9" w:rsidP="00931A27">
      <w:r>
        <w:separator/>
      </w:r>
    </w:p>
  </w:endnote>
  <w:endnote w:type="continuationSeparator" w:id="0">
    <w:p w:rsidR="003562D9" w:rsidRDefault="003562D9" w:rsidP="0093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2D9" w:rsidRDefault="003562D9" w:rsidP="00931A27">
      <w:r>
        <w:separator/>
      </w:r>
    </w:p>
  </w:footnote>
  <w:footnote w:type="continuationSeparator" w:id="0">
    <w:p w:rsidR="003562D9" w:rsidRDefault="003562D9" w:rsidP="0093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A27" w:rsidRDefault="000561DA" w:rsidP="00931A27">
    <w:pPr>
      <w:pStyle w:val="Head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3.5pt;height:87.75pt">
          <v:imagedata r:id="rId1" o:title="lo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BFAC0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2089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149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DC5C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099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E061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5ABB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7C0B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3E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383F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532624"/>
    <w:multiLevelType w:val="multilevel"/>
    <w:tmpl w:val="BCBE70FA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EA27AF"/>
    <w:multiLevelType w:val="hybridMultilevel"/>
    <w:tmpl w:val="6FFA3078"/>
    <w:lvl w:ilvl="0" w:tplc="F23EE400">
      <w:start w:val="1"/>
      <w:numFmt w:val="decimal"/>
      <w:lvlRestart w:val="0"/>
      <w:lvlText w:val="%1."/>
      <w:lvlJc w:val="left"/>
      <w:pPr>
        <w:tabs>
          <w:tab w:val="num" w:pos="1363"/>
        </w:tabs>
        <w:ind w:left="1363" w:hanging="283"/>
      </w:pPr>
      <w:rPr>
        <w:rFonts w:ascii="Tahoma" w:hAnsi="Tahoma" w:hint="default"/>
        <w:sz w:val="24"/>
      </w:rPr>
    </w:lvl>
    <w:lvl w:ilvl="1" w:tplc="D518B572">
      <w:start w:val="1"/>
      <w:numFmt w:val="decimal"/>
      <w:pStyle w:val="PointsBullets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21952"/>
    <w:multiLevelType w:val="multilevel"/>
    <w:tmpl w:val="2CBECE0C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757E4"/>
    <w:multiLevelType w:val="multilevel"/>
    <w:tmpl w:val="BCBE70FA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85C"/>
    <w:multiLevelType w:val="multilevel"/>
    <w:tmpl w:val="0BBECF42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C61A7"/>
    <w:multiLevelType w:val="hybridMultilevel"/>
    <w:tmpl w:val="58507D20"/>
    <w:lvl w:ilvl="0" w:tplc="96F48B2A">
      <w:start w:val="1"/>
      <w:numFmt w:val="bullet"/>
      <w:pStyle w:val="Points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20"/>
      </w:rPr>
    </w:lvl>
    <w:lvl w:ilvl="1" w:tplc="312E31E2">
      <w:start w:val="1"/>
      <w:numFmt w:val="decimal"/>
      <w:lvlRestart w:val="0"/>
      <w:pStyle w:val="PointsBullets"/>
      <w:lvlText w:val="%2."/>
      <w:lvlJc w:val="left"/>
      <w:pPr>
        <w:tabs>
          <w:tab w:val="num" w:pos="1363"/>
        </w:tabs>
        <w:ind w:left="1363" w:hanging="283"/>
      </w:pPr>
      <w:rPr>
        <w:rFonts w:ascii="Tahoma" w:hAnsi="Tahoma" w:hint="default"/>
        <w:sz w:val="24"/>
      </w:rPr>
    </w:lvl>
    <w:lvl w:ilvl="2" w:tplc="D9A40466">
      <w:start w:val="1"/>
      <w:numFmt w:val="bullet"/>
      <w:pStyle w:val="TemplateTextPts"/>
      <w:lvlText w:val="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  <w:sz w:val="20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5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263F"/>
    <w:rsid w:val="000072B6"/>
    <w:rsid w:val="000561DA"/>
    <w:rsid w:val="00080B84"/>
    <w:rsid w:val="00213176"/>
    <w:rsid w:val="00240D42"/>
    <w:rsid w:val="002653E0"/>
    <w:rsid w:val="00271505"/>
    <w:rsid w:val="002F7010"/>
    <w:rsid w:val="00321012"/>
    <w:rsid w:val="003562D9"/>
    <w:rsid w:val="0035731C"/>
    <w:rsid w:val="00376CC6"/>
    <w:rsid w:val="003A664F"/>
    <w:rsid w:val="003C0031"/>
    <w:rsid w:val="003C7B95"/>
    <w:rsid w:val="004C17ED"/>
    <w:rsid w:val="004D41F4"/>
    <w:rsid w:val="004E10DE"/>
    <w:rsid w:val="005414BD"/>
    <w:rsid w:val="00545443"/>
    <w:rsid w:val="005533C2"/>
    <w:rsid w:val="005B3425"/>
    <w:rsid w:val="005E0F5E"/>
    <w:rsid w:val="006C46C7"/>
    <w:rsid w:val="00705657"/>
    <w:rsid w:val="00710CB2"/>
    <w:rsid w:val="0075263F"/>
    <w:rsid w:val="00774E0F"/>
    <w:rsid w:val="00786A48"/>
    <w:rsid w:val="007E1753"/>
    <w:rsid w:val="00806884"/>
    <w:rsid w:val="008E16A0"/>
    <w:rsid w:val="008F03E1"/>
    <w:rsid w:val="00900E30"/>
    <w:rsid w:val="00931A27"/>
    <w:rsid w:val="0093426C"/>
    <w:rsid w:val="00985F19"/>
    <w:rsid w:val="009D2E43"/>
    <w:rsid w:val="00A17B09"/>
    <w:rsid w:val="00A36E31"/>
    <w:rsid w:val="00A40B2F"/>
    <w:rsid w:val="00A46421"/>
    <w:rsid w:val="00B054E7"/>
    <w:rsid w:val="00B263C7"/>
    <w:rsid w:val="00B31522"/>
    <w:rsid w:val="00B44EC1"/>
    <w:rsid w:val="00B57652"/>
    <w:rsid w:val="00B70686"/>
    <w:rsid w:val="00B812B0"/>
    <w:rsid w:val="00BA707A"/>
    <w:rsid w:val="00C201D9"/>
    <w:rsid w:val="00C2599F"/>
    <w:rsid w:val="00C329AF"/>
    <w:rsid w:val="00C8515F"/>
    <w:rsid w:val="00C968A6"/>
    <w:rsid w:val="00D122BB"/>
    <w:rsid w:val="00D56D9B"/>
    <w:rsid w:val="00D726CC"/>
    <w:rsid w:val="00E3732D"/>
    <w:rsid w:val="00EC786B"/>
    <w:rsid w:val="00F4471A"/>
    <w:rsid w:val="00FE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451294-6000-4AB2-9AE6-FC2E7E3D2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533C2"/>
    <w:rPr>
      <w:rFonts w:ascii="Tahoma" w:hAnsi="Tahoma"/>
      <w:sz w:val="24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B31522"/>
    <w:pPr>
      <w:jc w:val="center"/>
      <w:outlineLvl w:val="0"/>
    </w:pPr>
    <w:rPr>
      <w:rFonts w:ascii="Arial" w:hAnsi="Arial" w:cs="Arial"/>
      <w:b/>
      <w:spacing w:val="20"/>
      <w:sz w:val="32"/>
      <w:szCs w:val="32"/>
    </w:rPr>
  </w:style>
  <w:style w:type="paragraph" w:styleId="Heading2">
    <w:name w:val="heading 2"/>
    <w:basedOn w:val="Normal"/>
    <w:next w:val="Normal"/>
    <w:qFormat/>
    <w:rsid w:val="00B31522"/>
    <w:pPr>
      <w:keepNext/>
      <w:spacing w:before="240" w:after="60"/>
      <w:jc w:val="center"/>
      <w:outlineLvl w:val="1"/>
    </w:pPr>
    <w:rPr>
      <w:rFonts w:ascii="Calibri" w:hAnsi="Calibri" w:cs="Arial"/>
      <w:b/>
      <w:bCs/>
      <w:iCs/>
      <w:spacing w:val="20"/>
      <w:sz w:val="32"/>
      <w:szCs w:val="32"/>
    </w:rPr>
  </w:style>
  <w:style w:type="paragraph" w:styleId="Heading3">
    <w:name w:val="heading 3"/>
    <w:basedOn w:val="Normal"/>
    <w:next w:val="Normal"/>
    <w:qFormat/>
    <w:rsid w:val="005533C2"/>
    <w:pPr>
      <w:keepNext/>
      <w:spacing w:before="240" w:after="60"/>
      <w:outlineLvl w:val="2"/>
    </w:pPr>
    <w:rPr>
      <w:rFonts w:cs="Ari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5533C2"/>
    <w:pPr>
      <w:keepNext/>
      <w:spacing w:before="240" w:after="60"/>
      <w:ind w:left="284"/>
      <w:outlineLvl w:val="3"/>
    </w:pPr>
    <w:rPr>
      <w:rFonts w:cs="Tahoma"/>
      <w:b/>
      <w:bCs/>
      <w:i/>
    </w:rPr>
  </w:style>
  <w:style w:type="character" w:default="1" w:styleId="DefaultParagraphFont">
    <w:name w:val="Default Paragraph Font"/>
    <w:semiHidden/>
    <w:rsid w:val="005533C2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5533C2"/>
  </w:style>
  <w:style w:type="paragraph" w:styleId="BalloonText">
    <w:name w:val="Balloon Text"/>
    <w:basedOn w:val="Normal"/>
    <w:semiHidden/>
    <w:rsid w:val="005533C2"/>
    <w:rPr>
      <w:rFonts w:cs="Tahoma"/>
      <w:sz w:val="16"/>
      <w:szCs w:val="16"/>
    </w:rPr>
  </w:style>
  <w:style w:type="paragraph" w:customStyle="1" w:styleId="Points">
    <w:name w:val="Points"/>
    <w:basedOn w:val="Normal"/>
    <w:rsid w:val="005533C2"/>
    <w:pPr>
      <w:numPr>
        <w:numId w:val="4"/>
      </w:numPr>
    </w:pPr>
  </w:style>
  <w:style w:type="paragraph" w:customStyle="1" w:styleId="PointsBullets">
    <w:name w:val="Points Bullets"/>
    <w:basedOn w:val="Normal"/>
    <w:rsid w:val="005533C2"/>
    <w:pPr>
      <w:numPr>
        <w:ilvl w:val="1"/>
        <w:numId w:val="1"/>
      </w:numPr>
      <w:tabs>
        <w:tab w:val="clear" w:pos="1440"/>
        <w:tab w:val="num" w:pos="851"/>
      </w:tabs>
      <w:ind w:left="851" w:hanging="284"/>
    </w:pPr>
  </w:style>
  <w:style w:type="paragraph" w:styleId="BodyText">
    <w:name w:val="Body Text"/>
    <w:basedOn w:val="Normal"/>
    <w:rsid w:val="0075263F"/>
    <w:rPr>
      <w:i/>
      <w:color w:val="0000FF"/>
    </w:rPr>
  </w:style>
  <w:style w:type="paragraph" w:styleId="Title">
    <w:name w:val="Title"/>
    <w:basedOn w:val="Heading1"/>
    <w:qFormat/>
    <w:rsid w:val="005533C2"/>
    <w:pPr>
      <w:pBdr>
        <w:bottom w:val="single" w:sz="4" w:space="1" w:color="auto"/>
      </w:pBdr>
      <w:jc w:val="left"/>
    </w:pPr>
    <w:rPr>
      <w:rFonts w:ascii="Arial Rounded MT Bold" w:hAnsi="Arial Rounded MT Bold"/>
      <w:sz w:val="36"/>
      <w:szCs w:val="36"/>
    </w:rPr>
  </w:style>
  <w:style w:type="paragraph" w:customStyle="1" w:styleId="TemplateText">
    <w:name w:val="Template Text"/>
    <w:basedOn w:val="Normal"/>
    <w:rsid w:val="005533C2"/>
    <w:rPr>
      <w:i/>
      <w:color w:val="999999"/>
    </w:rPr>
  </w:style>
  <w:style w:type="paragraph" w:customStyle="1" w:styleId="TemplateTextPts">
    <w:name w:val="Template Text Pts"/>
    <w:basedOn w:val="TemplateText"/>
    <w:rsid w:val="005533C2"/>
    <w:pPr>
      <w:numPr>
        <w:ilvl w:val="2"/>
        <w:numId w:val="4"/>
      </w:numPr>
      <w:tabs>
        <w:tab w:val="clear" w:pos="2084"/>
        <w:tab w:val="num" w:pos="851"/>
      </w:tabs>
      <w:ind w:left="851"/>
    </w:pPr>
  </w:style>
  <w:style w:type="paragraph" w:styleId="Header">
    <w:name w:val="header"/>
    <w:basedOn w:val="Normal"/>
    <w:link w:val="HeaderChar"/>
    <w:rsid w:val="00931A2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1A27"/>
    <w:rPr>
      <w:rFonts w:ascii="Tahoma" w:hAnsi="Tahoma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rsid w:val="00931A2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1A27"/>
    <w:rPr>
      <w:rFonts w:ascii="Tahoma" w:hAnsi="Tahoma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9400054\application%20data\Microsoft\Templates\PM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PMT.dot</Template>
  <TotalTime>0</TotalTime>
  <Pages>1</Pages>
  <Words>103</Words>
  <Characters>589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Periodic Project Report Template </vt:lpstr>
    </vt:vector>
  </TitlesOfParts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2008-09-10T06:47:00Z</cp:lastPrinted>
  <dcterms:created xsi:type="dcterms:W3CDTF">2019-05-04T08:41:00Z</dcterms:created>
  <dcterms:modified xsi:type="dcterms:W3CDTF">2019-05-04T08:41:00Z</dcterms:modified>
</cp:coreProperties>
</file>